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8A8" w:rsidRPr="00A74EA8" w:rsidRDefault="00D618A8" w:rsidP="00A74EA8">
      <w:pPr>
        <w:spacing w:before="360"/>
        <w:jc w:val="center"/>
        <w:rPr>
          <w:b/>
          <w:szCs w:val="28"/>
        </w:rPr>
      </w:pPr>
      <w:r>
        <w:rPr>
          <w:b/>
          <w:szCs w:val="28"/>
        </w:rPr>
        <w:t>«</w:t>
      </w:r>
      <w:r w:rsidRPr="00A74EA8">
        <w:rPr>
          <w:b/>
          <w:szCs w:val="28"/>
        </w:rPr>
        <w:t>Б</w:t>
      </w:r>
      <w:r>
        <w:rPr>
          <w:b/>
          <w:szCs w:val="28"/>
        </w:rPr>
        <w:t xml:space="preserve">ез бумажки»: зарубежный опыт проведения электронных </w:t>
      </w:r>
      <w:r>
        <w:rPr>
          <w:b/>
          <w:szCs w:val="28"/>
        </w:rPr>
        <w:br/>
        <w:t>переписей населения</w:t>
      </w:r>
    </w:p>
    <w:p w:rsidR="00D618A8" w:rsidRPr="00962C5A" w:rsidRDefault="00D618A8" w:rsidP="00A74EA8">
      <w:pPr>
        <w:rPr>
          <w:rFonts w:ascii="Arial" w:hAnsi="Arial" w:cs="Arial"/>
          <w:b/>
          <w:sz w:val="24"/>
          <w:szCs w:val="24"/>
        </w:rPr>
      </w:pPr>
    </w:p>
    <w:p w:rsidR="00D618A8" w:rsidRPr="00A74EA8" w:rsidRDefault="00D618A8" w:rsidP="00A74EA8">
      <w:pPr>
        <w:ind w:firstLine="709"/>
        <w:jc w:val="both"/>
        <w:rPr>
          <w:b/>
          <w:szCs w:val="28"/>
        </w:rPr>
      </w:pPr>
      <w:r w:rsidRPr="00A74EA8">
        <w:rPr>
          <w:b/>
          <w:szCs w:val="28"/>
        </w:rPr>
        <w:t>Привычную бумажную перепись населения во всем мире теснит эле</w:t>
      </w:r>
      <w:r w:rsidRPr="00A74EA8">
        <w:rPr>
          <w:b/>
          <w:szCs w:val="28"/>
        </w:rPr>
        <w:t>к</w:t>
      </w:r>
      <w:r w:rsidRPr="00A74EA8">
        <w:rPr>
          <w:b/>
          <w:szCs w:val="28"/>
        </w:rPr>
        <w:t>тронный формат. Меньше чем через год Россия одна из первых проведет ци</w:t>
      </w:r>
      <w:r w:rsidRPr="00A74EA8">
        <w:rPr>
          <w:b/>
          <w:szCs w:val="28"/>
        </w:rPr>
        <w:t>ф</w:t>
      </w:r>
      <w:r w:rsidRPr="00A74EA8">
        <w:rPr>
          <w:b/>
          <w:szCs w:val="28"/>
        </w:rPr>
        <w:t>ровую перепись населения в рамках всемирного переписного раунда 2020 года. Рассказываем о сути этого по</w:t>
      </w:r>
      <w:bookmarkStart w:id="0" w:name="_GoBack"/>
      <w:bookmarkEnd w:id="0"/>
      <w:r w:rsidRPr="00A74EA8">
        <w:rPr>
          <w:b/>
          <w:szCs w:val="28"/>
        </w:rPr>
        <w:t>дхода и результатах недавнего эксперимента от</w:t>
      </w:r>
      <w:r w:rsidRPr="00A74EA8">
        <w:rPr>
          <w:b/>
          <w:szCs w:val="28"/>
        </w:rPr>
        <w:t>е</w:t>
      </w:r>
      <w:r w:rsidRPr="00A74EA8">
        <w:rPr>
          <w:b/>
          <w:szCs w:val="28"/>
        </w:rPr>
        <w:t>чественных статистиков с проведением электронной переписи населения.</w:t>
      </w:r>
    </w:p>
    <w:p w:rsidR="00D618A8" w:rsidRPr="00A74EA8" w:rsidRDefault="00D618A8" w:rsidP="00A74EA8">
      <w:pPr>
        <w:rPr>
          <w:b/>
          <w:szCs w:val="28"/>
        </w:rPr>
      </w:pPr>
    </w:p>
    <w:p w:rsidR="00D618A8" w:rsidRDefault="00D618A8" w:rsidP="00A74EA8">
      <w:pPr>
        <w:ind w:firstLine="708"/>
        <w:jc w:val="both"/>
        <w:rPr>
          <w:szCs w:val="28"/>
        </w:rPr>
      </w:pPr>
      <w:r w:rsidRPr="00A74EA8">
        <w:rPr>
          <w:szCs w:val="28"/>
        </w:rPr>
        <w:t xml:space="preserve">Первая Всероссийская цифровая перепись населения пройдет в октябре 2020 года. Все жители страны смогут самостоятельно заполнить электронные переписные листы на портале «Госуслуги», а переписчики возьмут на вооружение электронные планшеты с аналогичными переписными бланками. </w:t>
      </w:r>
    </w:p>
    <w:p w:rsidR="00D618A8" w:rsidRPr="00A74EA8" w:rsidRDefault="00D618A8" w:rsidP="00A74EA8">
      <w:pPr>
        <w:ind w:firstLine="708"/>
        <w:jc w:val="both"/>
        <w:rPr>
          <w:szCs w:val="28"/>
        </w:rPr>
      </w:pPr>
      <w:r w:rsidRPr="00A74EA8">
        <w:rPr>
          <w:szCs w:val="28"/>
        </w:rPr>
        <w:t>Во время всемирного переписного раунда 2010 года большинство стран мира провели переписи традиционным способом – к жителям городов и сел приходили переписчики с бумажными переписными листами. Но ряд государств пошли дальше и предложили своим гражданам альтернативу – электронную перепись. Так, в Бо</w:t>
      </w:r>
      <w:r w:rsidRPr="00A74EA8">
        <w:rPr>
          <w:szCs w:val="28"/>
        </w:rPr>
        <w:t>л</w:t>
      </w:r>
      <w:r w:rsidRPr="00A74EA8">
        <w:rPr>
          <w:szCs w:val="28"/>
        </w:rPr>
        <w:t>гарии в 2011 году на специальном сайте в интернете переписались около 3,1 млн ч</w:t>
      </w:r>
      <w:r w:rsidRPr="00A74EA8">
        <w:rPr>
          <w:szCs w:val="28"/>
        </w:rPr>
        <w:t>е</w:t>
      </w:r>
      <w:r w:rsidRPr="00A74EA8">
        <w:rPr>
          <w:szCs w:val="28"/>
        </w:rPr>
        <w:t>ловек, или 42</w:t>
      </w:r>
      <w:r>
        <w:rPr>
          <w:szCs w:val="28"/>
        </w:rPr>
        <w:t xml:space="preserve"> процента</w:t>
      </w:r>
      <w:r w:rsidRPr="00A74EA8">
        <w:rPr>
          <w:szCs w:val="28"/>
        </w:rPr>
        <w:t xml:space="preserve"> жителей страны. Тогда же, в 2011 году онлайн-перепись прошла в Литве, где электронные анкеты заполнили немногим более 1 млн человек или около 34</w:t>
      </w:r>
      <w:r>
        <w:rPr>
          <w:szCs w:val="28"/>
        </w:rPr>
        <w:t xml:space="preserve"> процента</w:t>
      </w:r>
      <w:r w:rsidRPr="00A74EA8">
        <w:rPr>
          <w:szCs w:val="28"/>
        </w:rPr>
        <w:t xml:space="preserve"> населения республики. Жители Эстонии в 2012 году прод</w:t>
      </w:r>
      <w:r w:rsidRPr="00A74EA8">
        <w:rPr>
          <w:szCs w:val="28"/>
        </w:rPr>
        <w:t>е</w:t>
      </w:r>
      <w:r w:rsidRPr="00A74EA8">
        <w:rPr>
          <w:szCs w:val="28"/>
        </w:rPr>
        <w:t>монстрировали рекордный уровень использования сети Интернет во время переп</w:t>
      </w:r>
      <w:r w:rsidRPr="00A74EA8">
        <w:rPr>
          <w:szCs w:val="28"/>
        </w:rPr>
        <w:t>и</w:t>
      </w:r>
      <w:r w:rsidRPr="00A74EA8">
        <w:rPr>
          <w:szCs w:val="28"/>
        </w:rPr>
        <w:t>сей – 67</w:t>
      </w:r>
      <w:r>
        <w:rPr>
          <w:szCs w:val="28"/>
        </w:rPr>
        <w:t xml:space="preserve"> процентов</w:t>
      </w:r>
      <w:r w:rsidRPr="00A74EA8">
        <w:rPr>
          <w:szCs w:val="28"/>
        </w:rPr>
        <w:t xml:space="preserve"> всех жителей страны переписались онлайн. Также в переписной раунд 2010 года интернет-переписи прошли 55</w:t>
      </w:r>
      <w:r>
        <w:rPr>
          <w:szCs w:val="28"/>
        </w:rPr>
        <w:t xml:space="preserve"> процентов</w:t>
      </w:r>
      <w:r w:rsidRPr="00A74EA8">
        <w:rPr>
          <w:szCs w:val="28"/>
        </w:rPr>
        <w:t xml:space="preserve"> жителей Канады, 50</w:t>
      </w:r>
      <w:r>
        <w:rPr>
          <w:szCs w:val="28"/>
        </w:rPr>
        <w:t xml:space="preserve"> пр</w:t>
      </w:r>
      <w:r>
        <w:rPr>
          <w:szCs w:val="28"/>
        </w:rPr>
        <w:t>о</w:t>
      </w:r>
      <w:r>
        <w:rPr>
          <w:szCs w:val="28"/>
        </w:rPr>
        <w:t>центов</w:t>
      </w:r>
      <w:r w:rsidRPr="00A74EA8">
        <w:rPr>
          <w:szCs w:val="28"/>
        </w:rPr>
        <w:t xml:space="preserve"> – Португалии, 37</w:t>
      </w:r>
      <w:r>
        <w:rPr>
          <w:szCs w:val="28"/>
        </w:rPr>
        <w:t xml:space="preserve"> процентов </w:t>
      </w:r>
      <w:r w:rsidRPr="00A74EA8">
        <w:rPr>
          <w:szCs w:val="28"/>
        </w:rPr>
        <w:t>– Испании и 33</w:t>
      </w:r>
      <w:r>
        <w:rPr>
          <w:szCs w:val="28"/>
        </w:rPr>
        <w:t xml:space="preserve"> процента</w:t>
      </w:r>
      <w:r w:rsidRPr="00A74EA8">
        <w:rPr>
          <w:szCs w:val="28"/>
        </w:rPr>
        <w:t xml:space="preserve"> – Италии.</w:t>
      </w:r>
    </w:p>
    <w:p w:rsidR="00D618A8" w:rsidRPr="00A74EA8" w:rsidRDefault="00D618A8" w:rsidP="00A74EA8">
      <w:pPr>
        <w:ind w:firstLine="708"/>
        <w:jc w:val="both"/>
        <w:rPr>
          <w:szCs w:val="28"/>
        </w:rPr>
      </w:pPr>
      <w:r w:rsidRPr="00A74EA8">
        <w:rPr>
          <w:szCs w:val="28"/>
        </w:rPr>
        <w:t>Зарубежный опыт показал, что благодаря применению интернет-технологий процесс переписи становится более удобным и комфортным для респондентов – можно не тратить время на общение с переписчиком и заполнить электронный п</w:t>
      </w:r>
      <w:r w:rsidRPr="00A74EA8">
        <w:rPr>
          <w:szCs w:val="28"/>
        </w:rPr>
        <w:t>е</w:t>
      </w:r>
      <w:r w:rsidRPr="00A74EA8">
        <w:rPr>
          <w:szCs w:val="28"/>
        </w:rPr>
        <w:t>реписной лист самостоятельно в любое удобное время. Новый подход позволяет п</w:t>
      </w:r>
      <w:r w:rsidRPr="00A74EA8">
        <w:rPr>
          <w:szCs w:val="28"/>
        </w:rPr>
        <w:t>о</w:t>
      </w:r>
      <w:r w:rsidRPr="00A74EA8">
        <w:rPr>
          <w:szCs w:val="28"/>
        </w:rPr>
        <w:t>лучать данные высокого качества, а на их обработку уходит меньше времени. Кроме того, снимается ряд проблем, неизбежно возникающих при традиционных переп</w:t>
      </w:r>
      <w:r w:rsidRPr="00A74EA8">
        <w:rPr>
          <w:szCs w:val="28"/>
        </w:rPr>
        <w:t>и</w:t>
      </w:r>
      <w:r w:rsidRPr="00A74EA8">
        <w:rPr>
          <w:szCs w:val="28"/>
        </w:rPr>
        <w:t>сях: доступность опрашиваемых и обеспечение безопасности переписчиков. Однако у интернет-переписей есть и слабая сторона – очень трудно спрогнозировать ур</w:t>
      </w:r>
      <w:r w:rsidRPr="00A74EA8">
        <w:rPr>
          <w:szCs w:val="28"/>
        </w:rPr>
        <w:t>о</w:t>
      </w:r>
      <w:r w:rsidRPr="00A74EA8">
        <w:rPr>
          <w:szCs w:val="28"/>
        </w:rPr>
        <w:t>вень онлайн-активности пользователей. Она может быть и выше, и ниже ожидаем</w:t>
      </w:r>
      <w:r w:rsidRPr="00A74EA8">
        <w:rPr>
          <w:szCs w:val="28"/>
        </w:rPr>
        <w:t>о</w:t>
      </w:r>
      <w:r w:rsidRPr="00A74EA8">
        <w:rPr>
          <w:szCs w:val="28"/>
        </w:rPr>
        <w:t xml:space="preserve">го уровня. </w:t>
      </w:r>
    </w:p>
    <w:p w:rsidR="00D618A8" w:rsidRPr="00A74EA8" w:rsidRDefault="00D618A8" w:rsidP="00A74EA8">
      <w:pPr>
        <w:ind w:firstLine="708"/>
        <w:jc w:val="both"/>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http://www.janow.by/images/news/2019/09/23/perepis.jpg" style="position:absolute;left:0;text-align:left;margin-left:-4.25pt;margin-top:19.65pt;width:96.95pt;height:94.55pt;z-index:251658240;visibility:visible;mso-wrap-distance-bottom:.34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&#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">
            <v:imagedata r:id="rId7" o:title=""/>
            <o:lock v:ext="edit" aspectratio="f"/>
            <w10:wrap type="square"/>
          </v:shape>
        </w:pict>
      </w:r>
      <w:r w:rsidRPr="00A74EA8">
        <w:rPr>
          <w:szCs w:val="28"/>
        </w:rPr>
        <w:t>Число стран, применяющих цифровые технологии при проведении переписей, непрерывно растет. Наш ближайший сосед – Беларусь – первой в СНГ провела электронную перепись населения. В течение 4-18 о</w:t>
      </w:r>
      <w:r w:rsidRPr="00A74EA8">
        <w:rPr>
          <w:szCs w:val="28"/>
        </w:rPr>
        <w:t>к</w:t>
      </w:r>
      <w:r w:rsidRPr="00A74EA8">
        <w:rPr>
          <w:szCs w:val="28"/>
        </w:rPr>
        <w:t>тября нынешнего года самостоятельно заполнили электронные п</w:t>
      </w:r>
      <w:r w:rsidRPr="00A74EA8">
        <w:rPr>
          <w:szCs w:val="28"/>
        </w:rPr>
        <w:t>е</w:t>
      </w:r>
      <w:r w:rsidRPr="00A74EA8">
        <w:rPr>
          <w:szCs w:val="28"/>
        </w:rPr>
        <w:t>реписные листы более 2 млн</w:t>
      </w:r>
      <w:r>
        <w:rPr>
          <w:szCs w:val="28"/>
        </w:rPr>
        <w:t>.</w:t>
      </w:r>
      <w:r w:rsidRPr="00A74EA8">
        <w:rPr>
          <w:szCs w:val="28"/>
        </w:rPr>
        <w:t xml:space="preserve"> жителей республики. В финале пер</w:t>
      </w:r>
      <w:r w:rsidRPr="00A74EA8">
        <w:rPr>
          <w:szCs w:val="28"/>
        </w:rPr>
        <w:t>е</w:t>
      </w:r>
      <w:r w:rsidRPr="00A74EA8">
        <w:rPr>
          <w:szCs w:val="28"/>
        </w:rPr>
        <w:t xml:space="preserve">писи – с 21 по 30 октября – переписчики Белстата с электронными планшетами провели опрос тех, кто не принял участие в интернет-переписи. </w:t>
      </w:r>
    </w:p>
    <w:p w:rsidR="00D618A8" w:rsidRPr="00A74EA8" w:rsidRDefault="00D618A8" w:rsidP="00A74EA8">
      <w:pPr>
        <w:ind w:firstLine="708"/>
        <w:jc w:val="both"/>
        <w:rPr>
          <w:szCs w:val="28"/>
        </w:rPr>
      </w:pPr>
      <w:r w:rsidRPr="00A74EA8">
        <w:rPr>
          <w:szCs w:val="28"/>
        </w:rPr>
        <w:t>Россия впервые протестировала новый формат во время прошедшей в 2018 году Пробной переписи населения. В пилотных районах Пробной переписи эле</w:t>
      </w:r>
      <w:r w:rsidRPr="00A74EA8">
        <w:rPr>
          <w:szCs w:val="28"/>
        </w:rPr>
        <w:t>к</w:t>
      </w:r>
      <w:r w:rsidRPr="00A74EA8">
        <w:rPr>
          <w:szCs w:val="28"/>
        </w:rPr>
        <w:t>тронную перепись на портале «Госуслуги» прошло 2,8</w:t>
      </w:r>
      <w:r>
        <w:rPr>
          <w:szCs w:val="28"/>
        </w:rPr>
        <w:t xml:space="preserve"> процента</w:t>
      </w:r>
      <w:r w:rsidRPr="00A74EA8">
        <w:rPr>
          <w:szCs w:val="28"/>
        </w:rPr>
        <w:t xml:space="preserve"> населения – бол</w:t>
      </w:r>
      <w:r w:rsidRPr="00A74EA8">
        <w:rPr>
          <w:szCs w:val="28"/>
        </w:rPr>
        <w:t>ь</w:t>
      </w:r>
      <w:r w:rsidRPr="00A74EA8">
        <w:rPr>
          <w:szCs w:val="28"/>
        </w:rPr>
        <w:t>ше, чем в ходе переписи населения 2010 года в Швейцарии (1%). В некоторых р</w:t>
      </w:r>
      <w:r w:rsidRPr="00A74EA8">
        <w:rPr>
          <w:szCs w:val="28"/>
        </w:rPr>
        <w:t>е</w:t>
      </w:r>
      <w:r w:rsidRPr="00A74EA8">
        <w:rPr>
          <w:szCs w:val="28"/>
        </w:rPr>
        <w:t>гионах, например, на Камчатке и Сахалине перепись онлайн прошли более 40</w:t>
      </w:r>
      <w:r>
        <w:rPr>
          <w:szCs w:val="28"/>
        </w:rPr>
        <w:t xml:space="preserve"> пр</w:t>
      </w:r>
      <w:r>
        <w:rPr>
          <w:szCs w:val="28"/>
        </w:rPr>
        <w:t>о</w:t>
      </w:r>
      <w:r>
        <w:rPr>
          <w:szCs w:val="28"/>
        </w:rPr>
        <w:t>центов</w:t>
      </w:r>
      <w:r w:rsidRPr="00A74EA8">
        <w:rPr>
          <w:szCs w:val="28"/>
        </w:rPr>
        <w:t xml:space="preserve"> населения. В целом</w:t>
      </w:r>
      <w:r>
        <w:rPr>
          <w:szCs w:val="28"/>
        </w:rPr>
        <w:t xml:space="preserve"> по стране</w:t>
      </w:r>
      <w:r w:rsidRPr="00A74EA8">
        <w:rPr>
          <w:szCs w:val="28"/>
        </w:rPr>
        <w:t>, в ходе первой экспериментальной российской интернет-переписи переписалось более 1,2 миллиона человек</w:t>
      </w:r>
      <w:r>
        <w:rPr>
          <w:szCs w:val="28"/>
        </w:rPr>
        <w:t>. В Омской области - около 13 тысяч человек.</w:t>
      </w:r>
    </w:p>
    <w:p w:rsidR="00D618A8" w:rsidRDefault="00D618A8" w:rsidP="00A74EA8">
      <w:pPr>
        <w:ind w:firstLine="708"/>
        <w:jc w:val="both"/>
        <w:rPr>
          <w:szCs w:val="28"/>
        </w:rPr>
      </w:pPr>
      <w:r w:rsidRPr="00A74EA8">
        <w:rPr>
          <w:szCs w:val="28"/>
        </w:rPr>
        <w:t>В ходе проведенного летом 2019 года опроса 52</w:t>
      </w:r>
      <w:r>
        <w:rPr>
          <w:szCs w:val="28"/>
        </w:rPr>
        <w:t xml:space="preserve"> процента </w:t>
      </w:r>
      <w:r w:rsidRPr="00A74EA8">
        <w:rPr>
          <w:szCs w:val="28"/>
        </w:rPr>
        <w:t>респондентов назв</w:t>
      </w:r>
      <w:r w:rsidRPr="00A74EA8">
        <w:rPr>
          <w:szCs w:val="28"/>
        </w:rPr>
        <w:t>а</w:t>
      </w:r>
      <w:r w:rsidRPr="00A74EA8">
        <w:rPr>
          <w:szCs w:val="28"/>
        </w:rPr>
        <w:t>ли заполнение электронного переписного листа на портале «Госуслуги» предпочт</w:t>
      </w:r>
      <w:r w:rsidRPr="00A74EA8">
        <w:rPr>
          <w:szCs w:val="28"/>
        </w:rPr>
        <w:t>и</w:t>
      </w:r>
      <w:r w:rsidRPr="00A74EA8">
        <w:rPr>
          <w:szCs w:val="28"/>
        </w:rPr>
        <w:t>тельным способом прохождения Всероссийской переписи населения 2020 года.</w:t>
      </w:r>
    </w:p>
    <w:p w:rsidR="00D618A8" w:rsidRDefault="00D618A8" w:rsidP="00A74EA8">
      <w:pPr>
        <w:ind w:firstLine="708"/>
        <w:jc w:val="both"/>
        <w:rPr>
          <w:szCs w:val="28"/>
        </w:rPr>
      </w:pPr>
      <w:r w:rsidRPr="00A74EA8">
        <w:rPr>
          <w:szCs w:val="28"/>
        </w:rPr>
        <w:t>Всероссийская перепись населения пройдет с 1 по 31 октября 2020 года с пр</w:t>
      </w:r>
      <w:r w:rsidRPr="00A74EA8">
        <w:rPr>
          <w:szCs w:val="28"/>
        </w:rPr>
        <w:t>и</w:t>
      </w:r>
      <w:r w:rsidRPr="00A74EA8">
        <w:rPr>
          <w:szCs w:val="28"/>
        </w:rPr>
        <w:t xml:space="preserve">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w:t>
      </w:r>
      <w:r>
        <w:rPr>
          <w:szCs w:val="28"/>
        </w:rPr>
        <w:t>ст</w:t>
      </w:r>
      <w:r>
        <w:rPr>
          <w:szCs w:val="28"/>
        </w:rPr>
        <w:t>а</w:t>
      </w:r>
      <w:r>
        <w:rPr>
          <w:szCs w:val="28"/>
        </w:rPr>
        <w:t>ционарных</w:t>
      </w:r>
      <w:r w:rsidRPr="00A74EA8">
        <w:rPr>
          <w:szCs w:val="28"/>
        </w:rPr>
        <w:t xml:space="preserve"> участках, в том числе в помещениях многофункциональных центров оказания государственных и муниципальных услуг (МФЦ).</w:t>
      </w:r>
    </w:p>
    <w:p w:rsidR="00D618A8" w:rsidRPr="00A74EA8" w:rsidRDefault="00D618A8" w:rsidP="00A74EA8">
      <w:pPr>
        <w:ind w:firstLine="708"/>
        <w:jc w:val="both"/>
        <w:rPr>
          <w:szCs w:val="28"/>
        </w:rPr>
      </w:pPr>
      <w:r>
        <w:rPr>
          <w:szCs w:val="28"/>
        </w:rPr>
        <w:t>По предварительному расчету Омскстата в Омской области в октябре 2020 г</w:t>
      </w:r>
      <w:r>
        <w:rPr>
          <w:szCs w:val="28"/>
        </w:rPr>
        <w:t>о</w:t>
      </w:r>
      <w:r>
        <w:rPr>
          <w:szCs w:val="28"/>
        </w:rPr>
        <w:t>да будет организовано более 500 стационарных участков для проведения Всеро</w:t>
      </w:r>
      <w:r>
        <w:rPr>
          <w:szCs w:val="28"/>
        </w:rPr>
        <w:t>с</w:t>
      </w:r>
      <w:r>
        <w:rPr>
          <w:szCs w:val="28"/>
        </w:rPr>
        <w:t xml:space="preserve">сийской переписи населения. </w:t>
      </w:r>
    </w:p>
    <w:p w:rsidR="00D618A8" w:rsidRDefault="00D618A8" w:rsidP="006D4055">
      <w:pPr>
        <w:ind w:firstLine="708"/>
        <w:jc w:val="center"/>
        <w:rPr>
          <w:b/>
          <w:sz w:val="24"/>
          <w:szCs w:val="24"/>
        </w:rPr>
      </w:pPr>
      <w:r>
        <w:rPr>
          <w:noProof/>
        </w:rPr>
        <w:pict>
          <v:shape id="C4C634D6-64EA-4703-B28A-728997A9B5A5" o:spid="_x0000_s1027" type="#_x0000_t75" alt="cid:image006.png@01D55398.1A1F2200" style="position:absolute;left:0;text-align:left;margin-left:6.9pt;margin-top:6.1pt;width:455.05pt;height:56.4pt;z-index:251657216;visibility:visible">
            <v:imagedata r:id="rId8" r:href="rId9"/>
            <w10:wrap type="square"/>
          </v:shape>
        </w:pict>
      </w:r>
    </w:p>
    <w:p w:rsidR="00D618A8" w:rsidRDefault="00D618A8" w:rsidP="006D4055">
      <w:pPr>
        <w:ind w:firstLine="708"/>
        <w:jc w:val="center"/>
        <w:rPr>
          <w:b/>
          <w:sz w:val="24"/>
          <w:szCs w:val="24"/>
        </w:rPr>
      </w:pPr>
    </w:p>
    <w:p w:rsidR="00D618A8" w:rsidRDefault="00D618A8" w:rsidP="006D4055">
      <w:pPr>
        <w:ind w:firstLine="708"/>
        <w:jc w:val="center"/>
        <w:rPr>
          <w:b/>
          <w:sz w:val="24"/>
          <w:szCs w:val="24"/>
        </w:rPr>
      </w:pPr>
    </w:p>
    <w:p w:rsidR="00D618A8" w:rsidRDefault="00D618A8" w:rsidP="006D4055">
      <w:pPr>
        <w:ind w:firstLine="708"/>
        <w:jc w:val="center"/>
        <w:rPr>
          <w:b/>
          <w:sz w:val="24"/>
          <w:szCs w:val="24"/>
        </w:rPr>
      </w:pPr>
    </w:p>
    <w:p w:rsidR="00D618A8" w:rsidRDefault="00D618A8" w:rsidP="00B04F8D">
      <w:pPr>
        <w:tabs>
          <w:tab w:val="left" w:pos="5325"/>
          <w:tab w:val="left" w:pos="6480"/>
        </w:tabs>
        <w:spacing w:line="276" w:lineRule="auto"/>
        <w:rPr>
          <w:b/>
          <w:sz w:val="24"/>
          <w:szCs w:val="24"/>
        </w:rPr>
      </w:pPr>
    </w:p>
    <w:p w:rsidR="00D618A8" w:rsidRDefault="00D618A8" w:rsidP="00B04F8D">
      <w:pPr>
        <w:tabs>
          <w:tab w:val="left" w:pos="5325"/>
          <w:tab w:val="left" w:pos="6480"/>
        </w:tabs>
        <w:spacing w:line="276" w:lineRule="auto"/>
        <w:rPr>
          <w:b/>
          <w:sz w:val="24"/>
          <w:szCs w:val="24"/>
        </w:rPr>
      </w:pPr>
    </w:p>
    <w:p w:rsidR="00D618A8" w:rsidRDefault="00D618A8" w:rsidP="00B04F8D">
      <w:pPr>
        <w:tabs>
          <w:tab w:val="left" w:pos="5325"/>
          <w:tab w:val="left" w:pos="6480"/>
        </w:tabs>
        <w:spacing w:line="276" w:lineRule="auto"/>
        <w:rPr>
          <w:b/>
          <w:sz w:val="24"/>
          <w:szCs w:val="24"/>
        </w:rPr>
      </w:pPr>
    </w:p>
    <w:p w:rsidR="00D618A8" w:rsidRDefault="00D618A8" w:rsidP="004F3104">
      <w:pPr>
        <w:tabs>
          <w:tab w:val="left" w:pos="5325"/>
          <w:tab w:val="left" w:pos="6480"/>
        </w:tabs>
        <w:spacing w:line="276" w:lineRule="auto"/>
        <w:rPr>
          <w:b/>
          <w:sz w:val="24"/>
          <w:szCs w:val="24"/>
        </w:rPr>
      </w:pPr>
    </w:p>
    <w:sectPr w:rsidR="00D618A8" w:rsidSect="008F1A8C">
      <w:headerReference w:type="default" r:id="rId10"/>
      <w:footerReference w:type="even" r:id="rId11"/>
      <w:footerReference w:type="default" r:id="rId12"/>
      <w:pgSz w:w="11906" w:h="16838" w:code="9"/>
      <w:pgMar w:top="1134" w:right="568"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8A8" w:rsidRDefault="00D618A8">
      <w:r>
        <w:separator/>
      </w:r>
    </w:p>
  </w:endnote>
  <w:endnote w:type="continuationSeparator" w:id="1">
    <w:p w:rsidR="00D618A8" w:rsidRDefault="00D618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8" w:rsidRDefault="00D618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618A8" w:rsidRDefault="00D618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8" w:rsidRDefault="00D618A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8A8" w:rsidRDefault="00D618A8">
      <w:r>
        <w:separator/>
      </w:r>
    </w:p>
  </w:footnote>
  <w:footnote w:type="continuationSeparator" w:id="1">
    <w:p w:rsidR="00D618A8" w:rsidRDefault="00D618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A8" w:rsidRDefault="00D618A8" w:rsidP="00167BFA">
    <w:pPr>
      <w:pStyle w:val="Header"/>
      <w:jc w:val="center"/>
    </w:pPr>
    <w:fldSimple w:instr="PAGE   \* MERGEFORMAT">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3DC6A74"/>
    <w:lvl w:ilvl="0">
      <w:start w:val="1"/>
      <w:numFmt w:val="bullet"/>
      <w:lvlText w:val=""/>
      <w:lvlJc w:val="left"/>
      <w:pPr>
        <w:tabs>
          <w:tab w:val="num" w:pos="1492"/>
        </w:tabs>
        <w:ind w:left="1492" w:hanging="360"/>
      </w:pPr>
      <w:rPr>
        <w:rFonts w:ascii="Symbol" w:hAnsi="Symbol" w:hint="default"/>
      </w:rPr>
    </w:lvl>
  </w:abstractNum>
  <w:abstractNum w:abstractNumId="1">
    <w:nsid w:val="00533041"/>
    <w:multiLevelType w:val="hybridMultilevel"/>
    <w:tmpl w:val="DFBE3AE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AE7F2F"/>
    <w:multiLevelType w:val="hybridMultilevel"/>
    <w:tmpl w:val="F704F92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167C4574"/>
    <w:multiLevelType w:val="hybridMultilevel"/>
    <w:tmpl w:val="6AAA5B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93943CF"/>
    <w:multiLevelType w:val="multilevel"/>
    <w:tmpl w:val="5F9A0B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D0D3BE2"/>
    <w:multiLevelType w:val="hybridMultilevel"/>
    <w:tmpl w:val="281C30D8"/>
    <w:lvl w:ilvl="0" w:tplc="5BA6604A">
      <w:start w:val="1"/>
      <w:numFmt w:val="bullet"/>
      <w:lvlText w:val=""/>
      <w:lvlJc w:val="left"/>
      <w:pPr>
        <w:ind w:left="1287" w:hanging="360"/>
      </w:pPr>
      <w:rPr>
        <w:rFonts w:ascii="Wingdings" w:hAnsi="Wingdings" w:hint="default"/>
        <w:b/>
        <w:color w:val="C0000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806627"/>
    <w:multiLevelType w:val="hybridMultilevel"/>
    <w:tmpl w:val="6CCE9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DB43679"/>
    <w:multiLevelType w:val="multilevel"/>
    <w:tmpl w:val="ABEE789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07D6938"/>
    <w:multiLevelType w:val="hybridMultilevel"/>
    <w:tmpl w:val="68E0BA74"/>
    <w:lvl w:ilvl="0" w:tplc="3A484E76">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1206676"/>
    <w:multiLevelType w:val="hybridMultilevel"/>
    <w:tmpl w:val="11264F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2983AE4"/>
    <w:multiLevelType w:val="hybridMultilevel"/>
    <w:tmpl w:val="993C3FC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44873F4"/>
    <w:multiLevelType w:val="multilevel"/>
    <w:tmpl w:val="3B80157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3F9624AB"/>
    <w:multiLevelType w:val="multilevel"/>
    <w:tmpl w:val="E8E4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2101583"/>
    <w:multiLevelType w:val="multilevel"/>
    <w:tmpl w:val="1ECCE626"/>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14">
    <w:nsid w:val="4DAE4942"/>
    <w:multiLevelType w:val="hybridMultilevel"/>
    <w:tmpl w:val="6AAA5B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5CC4174"/>
    <w:multiLevelType w:val="multilevel"/>
    <w:tmpl w:val="92D6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824AAF"/>
    <w:multiLevelType w:val="hybridMultilevel"/>
    <w:tmpl w:val="DC7AEE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F85400B"/>
    <w:multiLevelType w:val="hybridMultilevel"/>
    <w:tmpl w:val="8AB4933E"/>
    <w:lvl w:ilvl="0" w:tplc="4BC89E54">
      <w:start w:val="1"/>
      <w:numFmt w:val="decimal"/>
      <w:lvlText w:val="%1)"/>
      <w:lvlJc w:val="left"/>
      <w:pPr>
        <w:ind w:left="720" w:hanging="360"/>
      </w:pPr>
      <w:rPr>
        <w:rFonts w:cs="Times New Roman" w:hint="default"/>
        <w:vertAlign w:val="superscrip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6A5D19"/>
    <w:multiLevelType w:val="hybridMultilevel"/>
    <w:tmpl w:val="B18A6C02"/>
    <w:lvl w:ilvl="0" w:tplc="9EC6A3F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C1C44CF"/>
    <w:multiLevelType w:val="hybridMultilevel"/>
    <w:tmpl w:val="C88400CA"/>
    <w:lvl w:ilvl="0" w:tplc="106661FE">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70832437"/>
    <w:multiLevelType w:val="singleLevel"/>
    <w:tmpl w:val="3A1EFDFE"/>
    <w:lvl w:ilvl="0">
      <w:start w:val="14"/>
      <w:numFmt w:val="bullet"/>
      <w:lvlText w:val="-"/>
      <w:lvlJc w:val="left"/>
      <w:pPr>
        <w:tabs>
          <w:tab w:val="num" w:pos="1080"/>
        </w:tabs>
        <w:ind w:left="1080" w:hanging="360"/>
      </w:pPr>
      <w:rPr>
        <w:rFonts w:ascii="Times New Roman" w:hAnsi="Times New Roman" w:hint="default"/>
      </w:rPr>
    </w:lvl>
  </w:abstractNum>
  <w:abstractNum w:abstractNumId="21">
    <w:nsid w:val="77DD29C1"/>
    <w:multiLevelType w:val="multilevel"/>
    <w:tmpl w:val="03180F98"/>
    <w:lvl w:ilvl="0">
      <w:start w:val="1"/>
      <w:numFmt w:val="decimal"/>
      <w:lvlText w:val="%1."/>
      <w:lvlJc w:val="left"/>
      <w:pPr>
        <w:tabs>
          <w:tab w:val="num" w:pos="1653"/>
        </w:tabs>
        <w:ind w:left="1653" w:hanging="945"/>
      </w:pPr>
      <w:rPr>
        <w:rFonts w:cs="Times New Roman" w:hint="default"/>
        <w:i w:val="0"/>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num w:numId="1">
    <w:abstractNumId w:val="0"/>
  </w:num>
  <w:num w:numId="2">
    <w:abstractNumId w:val="0"/>
  </w:num>
  <w:num w:numId="3">
    <w:abstractNumId w:val="20"/>
  </w:num>
  <w:num w:numId="4">
    <w:abstractNumId w:val="7"/>
  </w:num>
  <w:num w:numId="5">
    <w:abstractNumId w:val="21"/>
  </w:num>
  <w:num w:numId="6">
    <w:abstractNumId w:val="11"/>
  </w:num>
  <w:num w:numId="7">
    <w:abstractNumId w:val="18"/>
  </w:num>
  <w:num w:numId="8">
    <w:abstractNumId w:val="15"/>
  </w:num>
  <w:num w:numId="9">
    <w:abstractNumId w:val="9"/>
  </w:num>
  <w:num w:numId="10">
    <w:abstractNumId w:val="1"/>
  </w:num>
  <w:num w:numId="11">
    <w:abstractNumId w:val="2"/>
  </w:num>
  <w:num w:numId="12">
    <w:abstractNumId w:val="3"/>
  </w:num>
  <w:num w:numId="13">
    <w:abstractNumId w:val="19"/>
  </w:num>
  <w:num w:numId="14">
    <w:abstractNumId w:val="14"/>
  </w:num>
  <w:num w:numId="15">
    <w:abstractNumId w:val="16"/>
  </w:num>
  <w:num w:numId="16">
    <w:abstractNumId w:val="12"/>
  </w:num>
  <w:num w:numId="17">
    <w:abstractNumId w:val="5"/>
  </w:num>
  <w:num w:numId="18">
    <w:abstractNumId w:val="10"/>
  </w:num>
  <w:num w:numId="19">
    <w:abstractNumId w:val="17"/>
  </w:num>
  <w:num w:numId="20">
    <w:abstractNumId w:val="4"/>
  </w:num>
  <w:num w:numId="21">
    <w:abstractNumId w:val="6"/>
  </w:num>
  <w:num w:numId="22">
    <w:abstractNumId w:val="13"/>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autoHyphenation/>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717"/>
    <w:rsid w:val="0000248C"/>
    <w:rsid w:val="00002907"/>
    <w:rsid w:val="00002B80"/>
    <w:rsid w:val="000074BE"/>
    <w:rsid w:val="00007B4D"/>
    <w:rsid w:val="00010583"/>
    <w:rsid w:val="00010832"/>
    <w:rsid w:val="000139DA"/>
    <w:rsid w:val="00014EDD"/>
    <w:rsid w:val="000172CE"/>
    <w:rsid w:val="000238F3"/>
    <w:rsid w:val="000253C3"/>
    <w:rsid w:val="000352F3"/>
    <w:rsid w:val="000401E1"/>
    <w:rsid w:val="0004279A"/>
    <w:rsid w:val="000435D2"/>
    <w:rsid w:val="00047F09"/>
    <w:rsid w:val="00050AD8"/>
    <w:rsid w:val="00051C15"/>
    <w:rsid w:val="00053D13"/>
    <w:rsid w:val="00054D0B"/>
    <w:rsid w:val="000636B2"/>
    <w:rsid w:val="000637D2"/>
    <w:rsid w:val="0006578E"/>
    <w:rsid w:val="00072669"/>
    <w:rsid w:val="00076CEC"/>
    <w:rsid w:val="00077482"/>
    <w:rsid w:val="00077581"/>
    <w:rsid w:val="00081FDD"/>
    <w:rsid w:val="000853A3"/>
    <w:rsid w:val="00087897"/>
    <w:rsid w:val="00096D54"/>
    <w:rsid w:val="00097EC2"/>
    <w:rsid w:val="000A06F0"/>
    <w:rsid w:val="000A0B33"/>
    <w:rsid w:val="000A3E72"/>
    <w:rsid w:val="000B1F02"/>
    <w:rsid w:val="000B3657"/>
    <w:rsid w:val="000B582A"/>
    <w:rsid w:val="000B7001"/>
    <w:rsid w:val="000B77DA"/>
    <w:rsid w:val="000C2824"/>
    <w:rsid w:val="000C530C"/>
    <w:rsid w:val="000C59CD"/>
    <w:rsid w:val="000D2573"/>
    <w:rsid w:val="000E0368"/>
    <w:rsid w:val="000E066B"/>
    <w:rsid w:val="000E4508"/>
    <w:rsid w:val="000E4A63"/>
    <w:rsid w:val="000E5134"/>
    <w:rsid w:val="000E559A"/>
    <w:rsid w:val="000E6918"/>
    <w:rsid w:val="000F1325"/>
    <w:rsid w:val="000F41D5"/>
    <w:rsid w:val="000F44E1"/>
    <w:rsid w:val="000F73CA"/>
    <w:rsid w:val="00100DB0"/>
    <w:rsid w:val="00101ABB"/>
    <w:rsid w:val="00103E12"/>
    <w:rsid w:val="001052F2"/>
    <w:rsid w:val="00105665"/>
    <w:rsid w:val="00106A40"/>
    <w:rsid w:val="00111563"/>
    <w:rsid w:val="001119DC"/>
    <w:rsid w:val="001120EF"/>
    <w:rsid w:val="00112F37"/>
    <w:rsid w:val="00127A05"/>
    <w:rsid w:val="00130C8C"/>
    <w:rsid w:val="00133854"/>
    <w:rsid w:val="00137CFC"/>
    <w:rsid w:val="00145CB3"/>
    <w:rsid w:val="00146A12"/>
    <w:rsid w:val="00147885"/>
    <w:rsid w:val="00162321"/>
    <w:rsid w:val="00162B56"/>
    <w:rsid w:val="00166BF4"/>
    <w:rsid w:val="00167BFA"/>
    <w:rsid w:val="00171192"/>
    <w:rsid w:val="00175AEA"/>
    <w:rsid w:val="0017768C"/>
    <w:rsid w:val="00180F5C"/>
    <w:rsid w:val="00192B0B"/>
    <w:rsid w:val="001A0F68"/>
    <w:rsid w:val="001A4C31"/>
    <w:rsid w:val="001A50A2"/>
    <w:rsid w:val="001A53A3"/>
    <w:rsid w:val="001A5E14"/>
    <w:rsid w:val="001B2145"/>
    <w:rsid w:val="001B5CE1"/>
    <w:rsid w:val="001B5CE6"/>
    <w:rsid w:val="001C00C1"/>
    <w:rsid w:val="001C022C"/>
    <w:rsid w:val="001C3B33"/>
    <w:rsid w:val="001C51AE"/>
    <w:rsid w:val="001C5EC3"/>
    <w:rsid w:val="001C6028"/>
    <w:rsid w:val="001C7160"/>
    <w:rsid w:val="001D0B9F"/>
    <w:rsid w:val="001D2764"/>
    <w:rsid w:val="001D38C3"/>
    <w:rsid w:val="001D3B4B"/>
    <w:rsid w:val="001D6667"/>
    <w:rsid w:val="001D6EA3"/>
    <w:rsid w:val="001F18E8"/>
    <w:rsid w:val="001F4437"/>
    <w:rsid w:val="001F7D7A"/>
    <w:rsid w:val="00201AF3"/>
    <w:rsid w:val="002028F2"/>
    <w:rsid w:val="00203B40"/>
    <w:rsid w:val="00206D54"/>
    <w:rsid w:val="0020732B"/>
    <w:rsid w:val="002133C7"/>
    <w:rsid w:val="00230DF9"/>
    <w:rsid w:val="0023270B"/>
    <w:rsid w:val="00232C8D"/>
    <w:rsid w:val="00235BA0"/>
    <w:rsid w:val="00237323"/>
    <w:rsid w:val="00247338"/>
    <w:rsid w:val="00253763"/>
    <w:rsid w:val="00255120"/>
    <w:rsid w:val="002571B8"/>
    <w:rsid w:val="002600AF"/>
    <w:rsid w:val="002655F7"/>
    <w:rsid w:val="0027028D"/>
    <w:rsid w:val="00270FE9"/>
    <w:rsid w:val="00276849"/>
    <w:rsid w:val="00276B87"/>
    <w:rsid w:val="00276DCA"/>
    <w:rsid w:val="00282CFC"/>
    <w:rsid w:val="00284C8E"/>
    <w:rsid w:val="00284C9C"/>
    <w:rsid w:val="00284D8D"/>
    <w:rsid w:val="00286638"/>
    <w:rsid w:val="00290D56"/>
    <w:rsid w:val="00291228"/>
    <w:rsid w:val="00293152"/>
    <w:rsid w:val="002937E5"/>
    <w:rsid w:val="00294BC9"/>
    <w:rsid w:val="0029675F"/>
    <w:rsid w:val="002979DA"/>
    <w:rsid w:val="002A0A85"/>
    <w:rsid w:val="002A1551"/>
    <w:rsid w:val="002B6096"/>
    <w:rsid w:val="002B6EA9"/>
    <w:rsid w:val="002C1A15"/>
    <w:rsid w:val="002C5D29"/>
    <w:rsid w:val="002C5F70"/>
    <w:rsid w:val="002C626B"/>
    <w:rsid w:val="002D0D51"/>
    <w:rsid w:val="002D0EF7"/>
    <w:rsid w:val="002D1A41"/>
    <w:rsid w:val="002D404E"/>
    <w:rsid w:val="002D48F4"/>
    <w:rsid w:val="002D5923"/>
    <w:rsid w:val="002E1784"/>
    <w:rsid w:val="002E2E42"/>
    <w:rsid w:val="002F01D2"/>
    <w:rsid w:val="002F07EC"/>
    <w:rsid w:val="002F0E1D"/>
    <w:rsid w:val="002F367C"/>
    <w:rsid w:val="002F5C82"/>
    <w:rsid w:val="0030292C"/>
    <w:rsid w:val="00307B61"/>
    <w:rsid w:val="0031010F"/>
    <w:rsid w:val="0031231E"/>
    <w:rsid w:val="00312AF2"/>
    <w:rsid w:val="00320E59"/>
    <w:rsid w:val="00322FC3"/>
    <w:rsid w:val="0032399E"/>
    <w:rsid w:val="003253FF"/>
    <w:rsid w:val="00327294"/>
    <w:rsid w:val="0032793F"/>
    <w:rsid w:val="0033015E"/>
    <w:rsid w:val="003344B5"/>
    <w:rsid w:val="003358A0"/>
    <w:rsid w:val="00341812"/>
    <w:rsid w:val="0034529F"/>
    <w:rsid w:val="003452F8"/>
    <w:rsid w:val="00346C4D"/>
    <w:rsid w:val="00346CBE"/>
    <w:rsid w:val="00347815"/>
    <w:rsid w:val="00351476"/>
    <w:rsid w:val="003517F5"/>
    <w:rsid w:val="00354DFD"/>
    <w:rsid w:val="00366FD8"/>
    <w:rsid w:val="00371B9B"/>
    <w:rsid w:val="00380573"/>
    <w:rsid w:val="0038168D"/>
    <w:rsid w:val="003827F8"/>
    <w:rsid w:val="003914B9"/>
    <w:rsid w:val="00392CE1"/>
    <w:rsid w:val="00393C4C"/>
    <w:rsid w:val="00396B1F"/>
    <w:rsid w:val="0039733B"/>
    <w:rsid w:val="003A2613"/>
    <w:rsid w:val="003A3376"/>
    <w:rsid w:val="003B1E46"/>
    <w:rsid w:val="003B4FA9"/>
    <w:rsid w:val="003C20BC"/>
    <w:rsid w:val="003C6ADE"/>
    <w:rsid w:val="003D1435"/>
    <w:rsid w:val="003D157D"/>
    <w:rsid w:val="003D1EFC"/>
    <w:rsid w:val="003D52CC"/>
    <w:rsid w:val="003E0F95"/>
    <w:rsid w:val="003F14D8"/>
    <w:rsid w:val="003F3334"/>
    <w:rsid w:val="003F3D11"/>
    <w:rsid w:val="003F47C0"/>
    <w:rsid w:val="004135A2"/>
    <w:rsid w:val="00415E92"/>
    <w:rsid w:val="0041676C"/>
    <w:rsid w:val="00424A6F"/>
    <w:rsid w:val="004268F4"/>
    <w:rsid w:val="004330C4"/>
    <w:rsid w:val="004440B0"/>
    <w:rsid w:val="004477DD"/>
    <w:rsid w:val="004655D0"/>
    <w:rsid w:val="004671B2"/>
    <w:rsid w:val="00470BA2"/>
    <w:rsid w:val="00471697"/>
    <w:rsid w:val="0048788B"/>
    <w:rsid w:val="00492069"/>
    <w:rsid w:val="00492731"/>
    <w:rsid w:val="004929A6"/>
    <w:rsid w:val="00494D42"/>
    <w:rsid w:val="004A3565"/>
    <w:rsid w:val="004C3737"/>
    <w:rsid w:val="004C6E62"/>
    <w:rsid w:val="004D0CFD"/>
    <w:rsid w:val="004E49A3"/>
    <w:rsid w:val="004E665A"/>
    <w:rsid w:val="004E78DD"/>
    <w:rsid w:val="004F3104"/>
    <w:rsid w:val="004F6BD7"/>
    <w:rsid w:val="005047E1"/>
    <w:rsid w:val="00512374"/>
    <w:rsid w:val="00512AE7"/>
    <w:rsid w:val="00514390"/>
    <w:rsid w:val="0051462D"/>
    <w:rsid w:val="00514A13"/>
    <w:rsid w:val="00523E15"/>
    <w:rsid w:val="00524520"/>
    <w:rsid w:val="005343BC"/>
    <w:rsid w:val="00542A74"/>
    <w:rsid w:val="005466A1"/>
    <w:rsid w:val="00546858"/>
    <w:rsid w:val="005562EE"/>
    <w:rsid w:val="005621BF"/>
    <w:rsid w:val="00563E2D"/>
    <w:rsid w:val="00564E37"/>
    <w:rsid w:val="00572FC7"/>
    <w:rsid w:val="0057350D"/>
    <w:rsid w:val="005774F2"/>
    <w:rsid w:val="0058108F"/>
    <w:rsid w:val="00582C48"/>
    <w:rsid w:val="00586757"/>
    <w:rsid w:val="00591DD1"/>
    <w:rsid w:val="00597957"/>
    <w:rsid w:val="005A09BD"/>
    <w:rsid w:val="005A0FA7"/>
    <w:rsid w:val="005A3DBB"/>
    <w:rsid w:val="005A5B7B"/>
    <w:rsid w:val="005A7DA5"/>
    <w:rsid w:val="005C739E"/>
    <w:rsid w:val="005C787A"/>
    <w:rsid w:val="005D46DB"/>
    <w:rsid w:val="005E108A"/>
    <w:rsid w:val="005E7694"/>
    <w:rsid w:val="005F167D"/>
    <w:rsid w:val="005F19A6"/>
    <w:rsid w:val="00600A1A"/>
    <w:rsid w:val="00602DD7"/>
    <w:rsid w:val="00604001"/>
    <w:rsid w:val="00604FAB"/>
    <w:rsid w:val="006134A6"/>
    <w:rsid w:val="006163AE"/>
    <w:rsid w:val="006175EB"/>
    <w:rsid w:val="00621319"/>
    <w:rsid w:val="00626011"/>
    <w:rsid w:val="006326EC"/>
    <w:rsid w:val="0063338C"/>
    <w:rsid w:val="006359B2"/>
    <w:rsid w:val="00636E38"/>
    <w:rsid w:val="006403AC"/>
    <w:rsid w:val="00644003"/>
    <w:rsid w:val="00647485"/>
    <w:rsid w:val="00652136"/>
    <w:rsid w:val="00655266"/>
    <w:rsid w:val="00660E0B"/>
    <w:rsid w:val="006623A3"/>
    <w:rsid w:val="00663704"/>
    <w:rsid w:val="006653F6"/>
    <w:rsid w:val="00666E2C"/>
    <w:rsid w:val="00675227"/>
    <w:rsid w:val="00675FF8"/>
    <w:rsid w:val="006860A3"/>
    <w:rsid w:val="006875CD"/>
    <w:rsid w:val="00687725"/>
    <w:rsid w:val="0069138C"/>
    <w:rsid w:val="00694560"/>
    <w:rsid w:val="006A003E"/>
    <w:rsid w:val="006B2F0C"/>
    <w:rsid w:val="006B377E"/>
    <w:rsid w:val="006B694E"/>
    <w:rsid w:val="006C3220"/>
    <w:rsid w:val="006C3A2E"/>
    <w:rsid w:val="006C4BA2"/>
    <w:rsid w:val="006C50EB"/>
    <w:rsid w:val="006D1413"/>
    <w:rsid w:val="006D4055"/>
    <w:rsid w:val="006D4BEE"/>
    <w:rsid w:val="006E141F"/>
    <w:rsid w:val="006E6CE1"/>
    <w:rsid w:val="006E6D77"/>
    <w:rsid w:val="006F776A"/>
    <w:rsid w:val="00712529"/>
    <w:rsid w:val="00713C09"/>
    <w:rsid w:val="00725E2A"/>
    <w:rsid w:val="0072687A"/>
    <w:rsid w:val="00727531"/>
    <w:rsid w:val="00731702"/>
    <w:rsid w:val="0073175A"/>
    <w:rsid w:val="0074307A"/>
    <w:rsid w:val="00743872"/>
    <w:rsid w:val="007442EB"/>
    <w:rsid w:val="00750993"/>
    <w:rsid w:val="0076220D"/>
    <w:rsid w:val="00763A45"/>
    <w:rsid w:val="00764F90"/>
    <w:rsid w:val="0076615E"/>
    <w:rsid w:val="00766AEE"/>
    <w:rsid w:val="007717EA"/>
    <w:rsid w:val="00776F4B"/>
    <w:rsid w:val="00777142"/>
    <w:rsid w:val="00781996"/>
    <w:rsid w:val="00790143"/>
    <w:rsid w:val="00791E9E"/>
    <w:rsid w:val="00797829"/>
    <w:rsid w:val="007A4384"/>
    <w:rsid w:val="007A44E8"/>
    <w:rsid w:val="007A4CFD"/>
    <w:rsid w:val="007B7E3B"/>
    <w:rsid w:val="007C0BCC"/>
    <w:rsid w:val="007C3A07"/>
    <w:rsid w:val="007C4D2A"/>
    <w:rsid w:val="007C4E7A"/>
    <w:rsid w:val="007C7717"/>
    <w:rsid w:val="007D3625"/>
    <w:rsid w:val="007D38AB"/>
    <w:rsid w:val="007D7C2E"/>
    <w:rsid w:val="007E1EAC"/>
    <w:rsid w:val="007E2FBA"/>
    <w:rsid w:val="007E6559"/>
    <w:rsid w:val="00803821"/>
    <w:rsid w:val="00804ECD"/>
    <w:rsid w:val="00805DE7"/>
    <w:rsid w:val="00806D66"/>
    <w:rsid w:val="00811CEB"/>
    <w:rsid w:val="00812C4C"/>
    <w:rsid w:val="00813712"/>
    <w:rsid w:val="00815B51"/>
    <w:rsid w:val="00816D43"/>
    <w:rsid w:val="00821420"/>
    <w:rsid w:val="00822EFA"/>
    <w:rsid w:val="00833A46"/>
    <w:rsid w:val="00837C34"/>
    <w:rsid w:val="00842091"/>
    <w:rsid w:val="00842935"/>
    <w:rsid w:val="00842FF6"/>
    <w:rsid w:val="00844F11"/>
    <w:rsid w:val="00854916"/>
    <w:rsid w:val="00865A03"/>
    <w:rsid w:val="008756FE"/>
    <w:rsid w:val="008857AE"/>
    <w:rsid w:val="00887D0E"/>
    <w:rsid w:val="00887F0C"/>
    <w:rsid w:val="00894798"/>
    <w:rsid w:val="008A0F9D"/>
    <w:rsid w:val="008A6CD7"/>
    <w:rsid w:val="008B09A7"/>
    <w:rsid w:val="008B2598"/>
    <w:rsid w:val="008B45DE"/>
    <w:rsid w:val="008C34F8"/>
    <w:rsid w:val="008C681B"/>
    <w:rsid w:val="008C6F74"/>
    <w:rsid w:val="008C7E17"/>
    <w:rsid w:val="008D016A"/>
    <w:rsid w:val="008E3883"/>
    <w:rsid w:val="008E4114"/>
    <w:rsid w:val="008F1A8C"/>
    <w:rsid w:val="008F3934"/>
    <w:rsid w:val="008F4C74"/>
    <w:rsid w:val="008F5FED"/>
    <w:rsid w:val="00916504"/>
    <w:rsid w:val="00917523"/>
    <w:rsid w:val="009210E1"/>
    <w:rsid w:val="00926947"/>
    <w:rsid w:val="00930151"/>
    <w:rsid w:val="00936C65"/>
    <w:rsid w:val="00942CD8"/>
    <w:rsid w:val="00944E81"/>
    <w:rsid w:val="00951ADB"/>
    <w:rsid w:val="00954E4B"/>
    <w:rsid w:val="0095674E"/>
    <w:rsid w:val="00961CE9"/>
    <w:rsid w:val="00962C5A"/>
    <w:rsid w:val="00962FE6"/>
    <w:rsid w:val="00973037"/>
    <w:rsid w:val="00975C9F"/>
    <w:rsid w:val="009779CE"/>
    <w:rsid w:val="009876FD"/>
    <w:rsid w:val="00990E6E"/>
    <w:rsid w:val="009914D2"/>
    <w:rsid w:val="009947D0"/>
    <w:rsid w:val="00997F9F"/>
    <w:rsid w:val="009A15C0"/>
    <w:rsid w:val="009A1DB6"/>
    <w:rsid w:val="009A2514"/>
    <w:rsid w:val="009B0074"/>
    <w:rsid w:val="009B1BA6"/>
    <w:rsid w:val="009B2F32"/>
    <w:rsid w:val="009C2F85"/>
    <w:rsid w:val="009C3A8D"/>
    <w:rsid w:val="009C71D6"/>
    <w:rsid w:val="009D06A4"/>
    <w:rsid w:val="009D0E6E"/>
    <w:rsid w:val="009D45DA"/>
    <w:rsid w:val="009D79C6"/>
    <w:rsid w:val="009E5EFB"/>
    <w:rsid w:val="009F19B3"/>
    <w:rsid w:val="009F723C"/>
    <w:rsid w:val="00A01573"/>
    <w:rsid w:val="00A0645D"/>
    <w:rsid w:val="00A105E3"/>
    <w:rsid w:val="00A14B92"/>
    <w:rsid w:val="00A168AA"/>
    <w:rsid w:val="00A2453F"/>
    <w:rsid w:val="00A32450"/>
    <w:rsid w:val="00A32AE8"/>
    <w:rsid w:val="00A34062"/>
    <w:rsid w:val="00A348EB"/>
    <w:rsid w:val="00A36718"/>
    <w:rsid w:val="00A3786A"/>
    <w:rsid w:val="00A425FC"/>
    <w:rsid w:val="00A42DA1"/>
    <w:rsid w:val="00A446DE"/>
    <w:rsid w:val="00A453E5"/>
    <w:rsid w:val="00A45444"/>
    <w:rsid w:val="00A47859"/>
    <w:rsid w:val="00A478DB"/>
    <w:rsid w:val="00A575DC"/>
    <w:rsid w:val="00A675C2"/>
    <w:rsid w:val="00A720A8"/>
    <w:rsid w:val="00A733EA"/>
    <w:rsid w:val="00A74EA8"/>
    <w:rsid w:val="00A82CFD"/>
    <w:rsid w:val="00A86026"/>
    <w:rsid w:val="00A90E62"/>
    <w:rsid w:val="00A94FC9"/>
    <w:rsid w:val="00AA0CBD"/>
    <w:rsid w:val="00AA0D04"/>
    <w:rsid w:val="00AA2353"/>
    <w:rsid w:val="00AA2D7D"/>
    <w:rsid w:val="00AA349D"/>
    <w:rsid w:val="00AA45F0"/>
    <w:rsid w:val="00AA5774"/>
    <w:rsid w:val="00AB0589"/>
    <w:rsid w:val="00AB1BEB"/>
    <w:rsid w:val="00AB3859"/>
    <w:rsid w:val="00AD2CDE"/>
    <w:rsid w:val="00AD3292"/>
    <w:rsid w:val="00AD3654"/>
    <w:rsid w:val="00AD3DFB"/>
    <w:rsid w:val="00AD5D17"/>
    <w:rsid w:val="00AE396D"/>
    <w:rsid w:val="00AE4A84"/>
    <w:rsid w:val="00AF2969"/>
    <w:rsid w:val="00AF3DFB"/>
    <w:rsid w:val="00AF5368"/>
    <w:rsid w:val="00AF6812"/>
    <w:rsid w:val="00B00C95"/>
    <w:rsid w:val="00B01A3F"/>
    <w:rsid w:val="00B02219"/>
    <w:rsid w:val="00B03009"/>
    <w:rsid w:val="00B04F8D"/>
    <w:rsid w:val="00B078DC"/>
    <w:rsid w:val="00B12ACB"/>
    <w:rsid w:val="00B15AD0"/>
    <w:rsid w:val="00B16427"/>
    <w:rsid w:val="00B16912"/>
    <w:rsid w:val="00B1798A"/>
    <w:rsid w:val="00B24115"/>
    <w:rsid w:val="00B34CA9"/>
    <w:rsid w:val="00B3597C"/>
    <w:rsid w:val="00B37820"/>
    <w:rsid w:val="00B40507"/>
    <w:rsid w:val="00B40FD5"/>
    <w:rsid w:val="00B4399B"/>
    <w:rsid w:val="00B44691"/>
    <w:rsid w:val="00B60D7D"/>
    <w:rsid w:val="00B62B17"/>
    <w:rsid w:val="00B6409C"/>
    <w:rsid w:val="00B67841"/>
    <w:rsid w:val="00B83105"/>
    <w:rsid w:val="00B84D7D"/>
    <w:rsid w:val="00B9175D"/>
    <w:rsid w:val="00B940D3"/>
    <w:rsid w:val="00B9499B"/>
    <w:rsid w:val="00B96BE7"/>
    <w:rsid w:val="00BA0209"/>
    <w:rsid w:val="00BA3E98"/>
    <w:rsid w:val="00BA4CD3"/>
    <w:rsid w:val="00BA5C18"/>
    <w:rsid w:val="00BB559B"/>
    <w:rsid w:val="00BB5EDF"/>
    <w:rsid w:val="00BB79FC"/>
    <w:rsid w:val="00BD0437"/>
    <w:rsid w:val="00BD05DB"/>
    <w:rsid w:val="00BD0BE5"/>
    <w:rsid w:val="00BD2B93"/>
    <w:rsid w:val="00BD5CF6"/>
    <w:rsid w:val="00BE0426"/>
    <w:rsid w:val="00BE1003"/>
    <w:rsid w:val="00BE24D3"/>
    <w:rsid w:val="00BE68FE"/>
    <w:rsid w:val="00BF18D7"/>
    <w:rsid w:val="00BF19FE"/>
    <w:rsid w:val="00BF5259"/>
    <w:rsid w:val="00C00268"/>
    <w:rsid w:val="00C047FA"/>
    <w:rsid w:val="00C04811"/>
    <w:rsid w:val="00C04EC0"/>
    <w:rsid w:val="00C11B3C"/>
    <w:rsid w:val="00C11C48"/>
    <w:rsid w:val="00C12745"/>
    <w:rsid w:val="00C127BC"/>
    <w:rsid w:val="00C204FC"/>
    <w:rsid w:val="00C20A84"/>
    <w:rsid w:val="00C24BD6"/>
    <w:rsid w:val="00C259B0"/>
    <w:rsid w:val="00C27684"/>
    <w:rsid w:val="00C33C7F"/>
    <w:rsid w:val="00C34E5D"/>
    <w:rsid w:val="00C35301"/>
    <w:rsid w:val="00C35980"/>
    <w:rsid w:val="00C43A21"/>
    <w:rsid w:val="00C46C21"/>
    <w:rsid w:val="00C46ECC"/>
    <w:rsid w:val="00C478F6"/>
    <w:rsid w:val="00C507E1"/>
    <w:rsid w:val="00C57123"/>
    <w:rsid w:val="00C57279"/>
    <w:rsid w:val="00C60C80"/>
    <w:rsid w:val="00C61202"/>
    <w:rsid w:val="00C626CE"/>
    <w:rsid w:val="00C637EC"/>
    <w:rsid w:val="00C67960"/>
    <w:rsid w:val="00C70479"/>
    <w:rsid w:val="00C72379"/>
    <w:rsid w:val="00C75645"/>
    <w:rsid w:val="00C77159"/>
    <w:rsid w:val="00C820E4"/>
    <w:rsid w:val="00C8454D"/>
    <w:rsid w:val="00C9157C"/>
    <w:rsid w:val="00C93DFF"/>
    <w:rsid w:val="00C96D80"/>
    <w:rsid w:val="00CA0A04"/>
    <w:rsid w:val="00CA38D9"/>
    <w:rsid w:val="00CC0C50"/>
    <w:rsid w:val="00CD20F0"/>
    <w:rsid w:val="00CD4926"/>
    <w:rsid w:val="00CD71C2"/>
    <w:rsid w:val="00CE155A"/>
    <w:rsid w:val="00CE230B"/>
    <w:rsid w:val="00CF04AC"/>
    <w:rsid w:val="00CF0828"/>
    <w:rsid w:val="00CF1616"/>
    <w:rsid w:val="00CF247F"/>
    <w:rsid w:val="00CF2A11"/>
    <w:rsid w:val="00CF3AEA"/>
    <w:rsid w:val="00CF649A"/>
    <w:rsid w:val="00CF7F33"/>
    <w:rsid w:val="00D05E28"/>
    <w:rsid w:val="00D121B5"/>
    <w:rsid w:val="00D16649"/>
    <w:rsid w:val="00D2594B"/>
    <w:rsid w:val="00D2796D"/>
    <w:rsid w:val="00D369B3"/>
    <w:rsid w:val="00D423E0"/>
    <w:rsid w:val="00D4517A"/>
    <w:rsid w:val="00D613E8"/>
    <w:rsid w:val="00D618A8"/>
    <w:rsid w:val="00D665B0"/>
    <w:rsid w:val="00D7209D"/>
    <w:rsid w:val="00D75DB5"/>
    <w:rsid w:val="00D809BA"/>
    <w:rsid w:val="00D819D7"/>
    <w:rsid w:val="00D81FA2"/>
    <w:rsid w:val="00D860E1"/>
    <w:rsid w:val="00D930C6"/>
    <w:rsid w:val="00D93480"/>
    <w:rsid w:val="00D9427A"/>
    <w:rsid w:val="00D96A0F"/>
    <w:rsid w:val="00DA2128"/>
    <w:rsid w:val="00DA27F1"/>
    <w:rsid w:val="00DA3631"/>
    <w:rsid w:val="00DB6687"/>
    <w:rsid w:val="00DC5701"/>
    <w:rsid w:val="00DC5B55"/>
    <w:rsid w:val="00DC66BD"/>
    <w:rsid w:val="00DD2331"/>
    <w:rsid w:val="00DE65B5"/>
    <w:rsid w:val="00DF21F9"/>
    <w:rsid w:val="00DF30A3"/>
    <w:rsid w:val="00DF3DB1"/>
    <w:rsid w:val="00DF5E72"/>
    <w:rsid w:val="00E04B4F"/>
    <w:rsid w:val="00E04BEF"/>
    <w:rsid w:val="00E056FB"/>
    <w:rsid w:val="00E059CA"/>
    <w:rsid w:val="00E07E81"/>
    <w:rsid w:val="00E129C7"/>
    <w:rsid w:val="00E1353E"/>
    <w:rsid w:val="00E15858"/>
    <w:rsid w:val="00E30D83"/>
    <w:rsid w:val="00E34A74"/>
    <w:rsid w:val="00E43B09"/>
    <w:rsid w:val="00E46791"/>
    <w:rsid w:val="00E507F2"/>
    <w:rsid w:val="00E508B7"/>
    <w:rsid w:val="00E518E2"/>
    <w:rsid w:val="00E55C30"/>
    <w:rsid w:val="00E62383"/>
    <w:rsid w:val="00E64D99"/>
    <w:rsid w:val="00E72DAC"/>
    <w:rsid w:val="00E76D2F"/>
    <w:rsid w:val="00E81A23"/>
    <w:rsid w:val="00E84A48"/>
    <w:rsid w:val="00E86D55"/>
    <w:rsid w:val="00E952BA"/>
    <w:rsid w:val="00E95308"/>
    <w:rsid w:val="00E95AC2"/>
    <w:rsid w:val="00E9616D"/>
    <w:rsid w:val="00EC4D2E"/>
    <w:rsid w:val="00EC54D9"/>
    <w:rsid w:val="00EC71EF"/>
    <w:rsid w:val="00ED03C6"/>
    <w:rsid w:val="00ED5348"/>
    <w:rsid w:val="00EE101D"/>
    <w:rsid w:val="00EE7559"/>
    <w:rsid w:val="00EF1510"/>
    <w:rsid w:val="00EF2C15"/>
    <w:rsid w:val="00EF366E"/>
    <w:rsid w:val="00EF5FF6"/>
    <w:rsid w:val="00EF65EC"/>
    <w:rsid w:val="00F00DA9"/>
    <w:rsid w:val="00F0167C"/>
    <w:rsid w:val="00F01CBE"/>
    <w:rsid w:val="00F03D20"/>
    <w:rsid w:val="00F125CC"/>
    <w:rsid w:val="00F13F62"/>
    <w:rsid w:val="00F351E7"/>
    <w:rsid w:val="00F367CD"/>
    <w:rsid w:val="00F41593"/>
    <w:rsid w:val="00F427F7"/>
    <w:rsid w:val="00F5422F"/>
    <w:rsid w:val="00F553C4"/>
    <w:rsid w:val="00F56EC1"/>
    <w:rsid w:val="00F57747"/>
    <w:rsid w:val="00F57D35"/>
    <w:rsid w:val="00F63468"/>
    <w:rsid w:val="00F64730"/>
    <w:rsid w:val="00F71AEF"/>
    <w:rsid w:val="00F74321"/>
    <w:rsid w:val="00F77979"/>
    <w:rsid w:val="00F836E6"/>
    <w:rsid w:val="00F95659"/>
    <w:rsid w:val="00F97FC7"/>
    <w:rsid w:val="00FA221F"/>
    <w:rsid w:val="00FA3605"/>
    <w:rsid w:val="00FA79F4"/>
    <w:rsid w:val="00FB15DD"/>
    <w:rsid w:val="00FB5FE3"/>
    <w:rsid w:val="00FC0C71"/>
    <w:rsid w:val="00FC2A78"/>
    <w:rsid w:val="00FC395D"/>
    <w:rsid w:val="00FD1BC8"/>
    <w:rsid w:val="00FE0992"/>
    <w:rsid w:val="00FF1A95"/>
    <w:rsid w:val="00FF6E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268"/>
    <w:rPr>
      <w:sz w:val="28"/>
      <w:szCs w:val="20"/>
    </w:rPr>
  </w:style>
  <w:style w:type="paragraph" w:styleId="Heading1">
    <w:name w:val="heading 1"/>
    <w:basedOn w:val="Normal"/>
    <w:next w:val="Normal"/>
    <w:link w:val="Heading1Char"/>
    <w:uiPriority w:val="99"/>
    <w:qFormat/>
    <w:rsid w:val="00D4517A"/>
    <w:pPr>
      <w:keepNext/>
      <w:keepLines/>
      <w:spacing w:before="480"/>
      <w:outlineLvl w:val="0"/>
    </w:pPr>
    <w:rPr>
      <w:rFonts w:ascii="Cambria" w:hAnsi="Cambria"/>
      <w:b/>
      <w:bCs/>
      <w:color w:val="365F91"/>
      <w:szCs w:val="28"/>
      <w:lang w:eastAsia="en-US"/>
    </w:rPr>
  </w:style>
  <w:style w:type="paragraph" w:styleId="Heading2">
    <w:name w:val="heading 2"/>
    <w:basedOn w:val="Normal"/>
    <w:next w:val="Normal"/>
    <w:link w:val="Heading2Char"/>
    <w:uiPriority w:val="99"/>
    <w:qFormat/>
    <w:rsid w:val="00D4517A"/>
    <w:pPr>
      <w:keepNext/>
      <w:keepLines/>
      <w:spacing w:before="200"/>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9"/>
    <w:qFormat/>
    <w:rsid w:val="00C00268"/>
    <w:pPr>
      <w:keepNext/>
      <w:jc w:val="both"/>
      <w:outlineLvl w:val="2"/>
    </w:pPr>
  </w:style>
  <w:style w:type="paragraph" w:styleId="Heading8">
    <w:name w:val="heading 8"/>
    <w:basedOn w:val="Normal"/>
    <w:next w:val="Normal"/>
    <w:link w:val="Heading8Char"/>
    <w:uiPriority w:val="99"/>
    <w:qFormat/>
    <w:rsid w:val="00D4517A"/>
    <w:pPr>
      <w:keepNext/>
      <w:keepLines/>
      <w:spacing w:before="200"/>
      <w:outlineLvl w:val="7"/>
    </w:pPr>
    <w:rPr>
      <w:rFonts w:ascii="Cambria" w:hAnsi="Cambria"/>
      <w:color w:val="404040"/>
      <w:sz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517A"/>
    <w:rPr>
      <w:rFonts w:ascii="Cambria" w:hAnsi="Cambria"/>
      <w:b/>
      <w:color w:val="365F91"/>
      <w:sz w:val="28"/>
      <w:lang w:eastAsia="en-US"/>
    </w:rPr>
  </w:style>
  <w:style w:type="character" w:customStyle="1" w:styleId="Heading2Char">
    <w:name w:val="Heading 2 Char"/>
    <w:basedOn w:val="DefaultParagraphFont"/>
    <w:link w:val="Heading2"/>
    <w:uiPriority w:val="99"/>
    <w:semiHidden/>
    <w:locked/>
    <w:rsid w:val="00D4517A"/>
    <w:rPr>
      <w:rFonts w:ascii="Cambria" w:hAnsi="Cambria"/>
      <w:b/>
      <w:color w:val="4F81BD"/>
      <w:sz w:val="26"/>
      <w:lang w:eastAsia="en-US"/>
    </w:rPr>
  </w:style>
  <w:style w:type="character" w:customStyle="1" w:styleId="Heading3Char">
    <w:name w:val="Heading 3 Char"/>
    <w:basedOn w:val="DefaultParagraphFont"/>
    <w:link w:val="Heading3"/>
    <w:uiPriority w:val="99"/>
    <w:locked/>
    <w:rsid w:val="00D4517A"/>
    <w:rPr>
      <w:sz w:val="28"/>
    </w:rPr>
  </w:style>
  <w:style w:type="character" w:customStyle="1" w:styleId="Heading8Char">
    <w:name w:val="Heading 8 Char"/>
    <w:basedOn w:val="DefaultParagraphFont"/>
    <w:link w:val="Heading8"/>
    <w:uiPriority w:val="99"/>
    <w:semiHidden/>
    <w:locked/>
    <w:rsid w:val="00D4517A"/>
    <w:rPr>
      <w:rFonts w:ascii="Cambria" w:hAnsi="Cambria"/>
      <w:color w:val="404040"/>
      <w:lang w:eastAsia="en-US"/>
    </w:rPr>
  </w:style>
  <w:style w:type="paragraph" w:styleId="BodyText">
    <w:name w:val="Body Text"/>
    <w:basedOn w:val="Normal"/>
    <w:link w:val="BodyTextChar"/>
    <w:uiPriority w:val="99"/>
    <w:rsid w:val="00C00268"/>
    <w:pPr>
      <w:jc w:val="both"/>
    </w:pPr>
    <w:rPr>
      <w:sz w:val="26"/>
    </w:rPr>
  </w:style>
  <w:style w:type="character" w:customStyle="1" w:styleId="BodyTextChar">
    <w:name w:val="Body Text Char"/>
    <w:basedOn w:val="DefaultParagraphFont"/>
    <w:link w:val="BodyText"/>
    <w:uiPriority w:val="99"/>
    <w:locked/>
    <w:rsid w:val="00D4517A"/>
    <w:rPr>
      <w:sz w:val="26"/>
    </w:rPr>
  </w:style>
  <w:style w:type="paragraph" w:customStyle="1" w:styleId="7">
    <w:name w:val="заголовок 7"/>
    <w:basedOn w:val="Normal"/>
    <w:next w:val="Normal"/>
    <w:uiPriority w:val="99"/>
    <w:rsid w:val="00C00268"/>
    <w:pPr>
      <w:keepNext/>
      <w:pBdr>
        <w:between w:val="dotted" w:sz="4" w:space="1" w:color="auto"/>
      </w:pBdr>
      <w:autoSpaceDE w:val="0"/>
      <w:autoSpaceDN w:val="0"/>
      <w:jc w:val="center"/>
    </w:pPr>
    <w:rPr>
      <w:b/>
      <w:sz w:val="22"/>
    </w:rPr>
  </w:style>
  <w:style w:type="paragraph" w:customStyle="1" w:styleId="1">
    <w:name w:val="заголовок 1"/>
    <w:basedOn w:val="Normal"/>
    <w:next w:val="Normal"/>
    <w:uiPriority w:val="99"/>
    <w:rsid w:val="00C00268"/>
    <w:pPr>
      <w:keepNext/>
      <w:autoSpaceDE w:val="0"/>
      <w:autoSpaceDN w:val="0"/>
      <w:jc w:val="center"/>
    </w:pPr>
    <w:rPr>
      <w:b/>
      <w:sz w:val="20"/>
    </w:rPr>
  </w:style>
  <w:style w:type="paragraph" w:customStyle="1" w:styleId="2">
    <w:name w:val="заголовок 2"/>
    <w:basedOn w:val="Normal"/>
    <w:next w:val="Normal"/>
    <w:uiPriority w:val="99"/>
    <w:rsid w:val="00C00268"/>
    <w:pPr>
      <w:keepNext/>
      <w:autoSpaceDE w:val="0"/>
      <w:autoSpaceDN w:val="0"/>
    </w:pPr>
    <w:rPr>
      <w:rFonts w:ascii="Arial" w:hAnsi="Arial"/>
      <w:b/>
      <w:sz w:val="24"/>
    </w:rPr>
  </w:style>
  <w:style w:type="paragraph" w:styleId="Header">
    <w:name w:val="header"/>
    <w:aliases w:val="Знак1"/>
    <w:basedOn w:val="Normal"/>
    <w:link w:val="HeaderChar"/>
    <w:uiPriority w:val="99"/>
    <w:rsid w:val="00C00268"/>
    <w:pPr>
      <w:tabs>
        <w:tab w:val="center" w:pos="4153"/>
        <w:tab w:val="right" w:pos="8306"/>
      </w:tabs>
      <w:autoSpaceDE w:val="0"/>
      <w:autoSpaceDN w:val="0"/>
    </w:pPr>
    <w:rPr>
      <w:sz w:val="20"/>
    </w:rPr>
  </w:style>
  <w:style w:type="character" w:customStyle="1" w:styleId="HeaderChar">
    <w:name w:val="Header Char"/>
    <w:aliases w:val="Знак1 Char"/>
    <w:basedOn w:val="DefaultParagraphFont"/>
    <w:link w:val="Header"/>
    <w:uiPriority w:val="99"/>
    <w:locked/>
    <w:rsid w:val="00D4517A"/>
    <w:rPr>
      <w:rFonts w:cs="Times New Roman"/>
    </w:rPr>
  </w:style>
  <w:style w:type="paragraph" w:customStyle="1" w:styleId="8">
    <w:name w:val="заголовок 8"/>
    <w:basedOn w:val="Normal"/>
    <w:next w:val="Normal"/>
    <w:uiPriority w:val="99"/>
    <w:rsid w:val="00C00268"/>
    <w:pPr>
      <w:keepNext/>
      <w:pBdr>
        <w:between w:val="dotted" w:sz="4" w:space="1" w:color="auto"/>
      </w:pBdr>
      <w:autoSpaceDE w:val="0"/>
      <w:autoSpaceDN w:val="0"/>
      <w:jc w:val="center"/>
    </w:pPr>
    <w:rPr>
      <w:sz w:val="24"/>
    </w:rPr>
  </w:style>
  <w:style w:type="paragraph" w:styleId="Footer">
    <w:name w:val="footer"/>
    <w:basedOn w:val="Normal"/>
    <w:link w:val="FooterChar"/>
    <w:uiPriority w:val="99"/>
    <w:rsid w:val="00C00268"/>
    <w:pPr>
      <w:tabs>
        <w:tab w:val="center" w:pos="4153"/>
        <w:tab w:val="right" w:pos="8306"/>
      </w:tabs>
      <w:autoSpaceDE w:val="0"/>
      <w:autoSpaceDN w:val="0"/>
    </w:pPr>
    <w:rPr>
      <w:sz w:val="24"/>
    </w:rPr>
  </w:style>
  <w:style w:type="character" w:customStyle="1" w:styleId="FooterChar">
    <w:name w:val="Footer Char"/>
    <w:basedOn w:val="DefaultParagraphFont"/>
    <w:link w:val="Footer"/>
    <w:uiPriority w:val="99"/>
    <w:locked/>
    <w:rsid w:val="00D4517A"/>
    <w:rPr>
      <w:sz w:val="24"/>
    </w:rPr>
  </w:style>
  <w:style w:type="character" w:styleId="PageNumber">
    <w:name w:val="page number"/>
    <w:basedOn w:val="DefaultParagraphFont"/>
    <w:uiPriority w:val="99"/>
    <w:rsid w:val="00C00268"/>
    <w:rPr>
      <w:rFonts w:cs="Times New Roman"/>
    </w:rPr>
  </w:style>
  <w:style w:type="table" w:styleId="TableGrid">
    <w:name w:val="Table Grid"/>
    <w:basedOn w:val="TableNormal"/>
    <w:uiPriority w:val="99"/>
    <w:rsid w:val="004E49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047FA"/>
    <w:rPr>
      <w:rFonts w:ascii="Tahoma" w:hAnsi="Tahoma"/>
      <w:sz w:val="16"/>
      <w:szCs w:val="16"/>
    </w:rPr>
  </w:style>
  <w:style w:type="character" w:customStyle="1" w:styleId="BalloonTextChar">
    <w:name w:val="Balloon Text Char"/>
    <w:basedOn w:val="DefaultParagraphFont"/>
    <w:link w:val="BalloonText"/>
    <w:uiPriority w:val="99"/>
    <w:semiHidden/>
    <w:locked/>
    <w:rsid w:val="00C047FA"/>
    <w:rPr>
      <w:rFonts w:ascii="Tahoma" w:hAnsi="Tahoma"/>
      <w:sz w:val="16"/>
    </w:rPr>
  </w:style>
  <w:style w:type="paragraph" w:styleId="NormalWeb">
    <w:name w:val="Normal (Web)"/>
    <w:basedOn w:val="Normal"/>
    <w:uiPriority w:val="99"/>
    <w:rsid w:val="00D4517A"/>
    <w:pPr>
      <w:spacing w:before="100" w:beforeAutospacing="1" w:after="100" w:afterAutospacing="1"/>
    </w:pPr>
    <w:rPr>
      <w:sz w:val="24"/>
      <w:szCs w:val="24"/>
    </w:rPr>
  </w:style>
  <w:style w:type="paragraph" w:customStyle="1" w:styleId="a">
    <w:name w:val="Знак"/>
    <w:basedOn w:val="Normal"/>
    <w:uiPriority w:val="99"/>
    <w:rsid w:val="00D4517A"/>
    <w:pPr>
      <w:spacing w:before="100" w:beforeAutospacing="1" w:after="100" w:afterAutospacing="1"/>
    </w:pPr>
    <w:rPr>
      <w:rFonts w:ascii="Tahoma" w:hAnsi="Tahoma"/>
      <w:sz w:val="20"/>
      <w:lang w:val="en-US" w:eastAsia="en-US"/>
    </w:rPr>
  </w:style>
  <w:style w:type="paragraph" w:styleId="BodyTextIndent2">
    <w:name w:val="Body Text Indent 2"/>
    <w:basedOn w:val="Normal"/>
    <w:link w:val="BodyTextIndent2Char"/>
    <w:uiPriority w:val="99"/>
    <w:rsid w:val="00D4517A"/>
    <w:pPr>
      <w:spacing w:before="120" w:line="228" w:lineRule="auto"/>
      <w:ind w:left="-57" w:right="-108" w:firstLine="851"/>
      <w:jc w:val="both"/>
    </w:pPr>
    <w:rPr>
      <w:sz w:val="24"/>
    </w:rPr>
  </w:style>
  <w:style w:type="character" w:customStyle="1" w:styleId="BodyTextIndent2Char">
    <w:name w:val="Body Text Indent 2 Char"/>
    <w:basedOn w:val="DefaultParagraphFont"/>
    <w:link w:val="BodyTextIndent2"/>
    <w:uiPriority w:val="99"/>
    <w:locked/>
    <w:rsid w:val="00D4517A"/>
    <w:rPr>
      <w:sz w:val="24"/>
    </w:rPr>
  </w:style>
  <w:style w:type="paragraph" w:styleId="PlainText">
    <w:name w:val="Plain Text"/>
    <w:basedOn w:val="Normal"/>
    <w:link w:val="PlainTextChar"/>
    <w:uiPriority w:val="99"/>
    <w:rsid w:val="00D4517A"/>
    <w:rPr>
      <w:rFonts w:ascii="Consolas" w:hAnsi="Consolas"/>
      <w:sz w:val="21"/>
      <w:szCs w:val="21"/>
    </w:rPr>
  </w:style>
  <w:style w:type="character" w:customStyle="1" w:styleId="PlainTextChar">
    <w:name w:val="Plain Text Char"/>
    <w:basedOn w:val="DefaultParagraphFont"/>
    <w:link w:val="PlainText"/>
    <w:uiPriority w:val="99"/>
    <w:locked/>
    <w:rsid w:val="00D4517A"/>
    <w:rPr>
      <w:rFonts w:ascii="Consolas" w:hAnsi="Consolas"/>
      <w:sz w:val="21"/>
    </w:rPr>
  </w:style>
  <w:style w:type="paragraph" w:styleId="ListParagraph">
    <w:name w:val="List Paragraph"/>
    <w:aliases w:val="ТЗ список"/>
    <w:basedOn w:val="Normal"/>
    <w:link w:val="ListParagraphChar"/>
    <w:uiPriority w:val="99"/>
    <w:qFormat/>
    <w:rsid w:val="00D4517A"/>
    <w:pPr>
      <w:ind w:left="720"/>
      <w:contextualSpacing/>
    </w:pPr>
    <w:rPr>
      <w:sz w:val="24"/>
      <w:szCs w:val="24"/>
    </w:rPr>
  </w:style>
  <w:style w:type="paragraph" w:customStyle="1" w:styleId="caaieiaie3">
    <w:name w:val="caaieiaie3"/>
    <w:basedOn w:val="Normal"/>
    <w:uiPriority w:val="99"/>
    <w:rsid w:val="00D4517A"/>
    <w:pPr>
      <w:spacing w:before="100" w:beforeAutospacing="1" w:after="100" w:afterAutospacing="1"/>
    </w:pPr>
    <w:rPr>
      <w:sz w:val="24"/>
      <w:szCs w:val="24"/>
    </w:rPr>
  </w:style>
  <w:style w:type="paragraph" w:styleId="ListBullet5">
    <w:name w:val="List Bullet 5"/>
    <w:basedOn w:val="Normal"/>
    <w:autoRedefine/>
    <w:uiPriority w:val="99"/>
    <w:rsid w:val="00D4517A"/>
    <w:pPr>
      <w:tabs>
        <w:tab w:val="num" w:pos="570"/>
      </w:tabs>
      <w:ind w:left="570" w:hanging="570"/>
    </w:pPr>
    <w:rPr>
      <w:sz w:val="24"/>
    </w:rPr>
  </w:style>
  <w:style w:type="paragraph" w:styleId="BodyText2">
    <w:name w:val="Body Text 2"/>
    <w:basedOn w:val="Normal"/>
    <w:link w:val="BodyText2Char"/>
    <w:uiPriority w:val="99"/>
    <w:semiHidden/>
    <w:rsid w:val="00D4517A"/>
    <w:pPr>
      <w:spacing w:before="120" w:after="120" w:line="480" w:lineRule="auto"/>
    </w:pPr>
    <w:rPr>
      <w:sz w:val="24"/>
      <w:szCs w:val="22"/>
      <w:lang w:eastAsia="en-US"/>
    </w:rPr>
  </w:style>
  <w:style w:type="character" w:customStyle="1" w:styleId="BodyText2Char">
    <w:name w:val="Body Text 2 Char"/>
    <w:basedOn w:val="DefaultParagraphFont"/>
    <w:link w:val="BodyText2"/>
    <w:uiPriority w:val="99"/>
    <w:semiHidden/>
    <w:locked/>
    <w:rsid w:val="00D4517A"/>
    <w:rPr>
      <w:rFonts w:eastAsia="Times New Roman"/>
      <w:sz w:val="22"/>
      <w:lang w:eastAsia="en-US"/>
    </w:rPr>
  </w:style>
  <w:style w:type="paragraph" w:customStyle="1" w:styleId="10">
    <w:name w:val="Обычный1"/>
    <w:uiPriority w:val="99"/>
    <w:rsid w:val="00D4517A"/>
    <w:pPr>
      <w:widowControl w:val="0"/>
    </w:pPr>
    <w:rPr>
      <w:sz w:val="24"/>
      <w:szCs w:val="20"/>
    </w:rPr>
  </w:style>
  <w:style w:type="paragraph" w:customStyle="1" w:styleId="caaieiaie30">
    <w:name w:val="caaieiaie 3"/>
    <w:basedOn w:val="Normal"/>
    <w:next w:val="Normal"/>
    <w:uiPriority w:val="99"/>
    <w:rsid w:val="00D4517A"/>
    <w:pPr>
      <w:keepNext/>
      <w:widowControl w:val="0"/>
      <w:spacing w:line="220" w:lineRule="exact"/>
    </w:pPr>
    <w:rPr>
      <w:rFonts w:ascii="MS Sans Serif" w:hAnsi="MS Sans Serif"/>
      <w:b/>
      <w:sz w:val="24"/>
    </w:rPr>
  </w:style>
  <w:style w:type="paragraph" w:styleId="BodyTextIndent">
    <w:name w:val="Body Text Indent"/>
    <w:basedOn w:val="Normal"/>
    <w:link w:val="BodyTextIndentChar"/>
    <w:uiPriority w:val="99"/>
    <w:rsid w:val="00D4517A"/>
    <w:pPr>
      <w:spacing w:after="120"/>
      <w:ind w:left="283"/>
    </w:pPr>
    <w:rPr>
      <w:sz w:val="24"/>
      <w:szCs w:val="24"/>
    </w:rPr>
  </w:style>
  <w:style w:type="character" w:customStyle="1" w:styleId="BodyTextIndentChar">
    <w:name w:val="Body Text Indent Char"/>
    <w:basedOn w:val="DefaultParagraphFont"/>
    <w:link w:val="BodyTextIndent"/>
    <w:uiPriority w:val="99"/>
    <w:locked/>
    <w:rsid w:val="00D4517A"/>
    <w:rPr>
      <w:sz w:val="24"/>
    </w:rPr>
  </w:style>
  <w:style w:type="character" w:styleId="Strong">
    <w:name w:val="Strong"/>
    <w:basedOn w:val="DefaultParagraphFont"/>
    <w:uiPriority w:val="99"/>
    <w:qFormat/>
    <w:rsid w:val="00D4517A"/>
    <w:rPr>
      <w:rFonts w:cs="Times New Roman"/>
      <w:b/>
    </w:rPr>
  </w:style>
  <w:style w:type="character" w:styleId="Hyperlink">
    <w:name w:val="Hyperlink"/>
    <w:basedOn w:val="DefaultParagraphFont"/>
    <w:uiPriority w:val="99"/>
    <w:rsid w:val="00D4517A"/>
    <w:rPr>
      <w:rFonts w:cs="Times New Roman"/>
      <w:color w:val="0000FF"/>
      <w:u w:val="single"/>
    </w:rPr>
  </w:style>
  <w:style w:type="character" w:customStyle="1" w:styleId="spelle">
    <w:name w:val="spelle"/>
    <w:basedOn w:val="DefaultParagraphFont"/>
    <w:uiPriority w:val="99"/>
    <w:rsid w:val="00D4517A"/>
    <w:rPr>
      <w:rFonts w:cs="Times New Roman"/>
    </w:rPr>
  </w:style>
  <w:style w:type="character" w:customStyle="1" w:styleId="apple-converted-space">
    <w:name w:val="apple-converted-space"/>
    <w:uiPriority w:val="99"/>
    <w:rsid w:val="000074BE"/>
  </w:style>
  <w:style w:type="paragraph" w:customStyle="1" w:styleId="a0">
    <w:name w:val="Стиль"/>
    <w:uiPriority w:val="99"/>
    <w:rsid w:val="000B7001"/>
    <w:pPr>
      <w:widowControl w:val="0"/>
      <w:autoSpaceDE w:val="0"/>
      <w:autoSpaceDN w:val="0"/>
      <w:adjustRightInd w:val="0"/>
    </w:pPr>
    <w:rPr>
      <w:sz w:val="24"/>
      <w:szCs w:val="24"/>
    </w:rPr>
  </w:style>
  <w:style w:type="paragraph" w:styleId="Title">
    <w:name w:val="Title"/>
    <w:basedOn w:val="Normal"/>
    <w:link w:val="TitleChar"/>
    <w:uiPriority w:val="99"/>
    <w:qFormat/>
    <w:rsid w:val="000B7001"/>
    <w:pPr>
      <w:jc w:val="center"/>
    </w:pPr>
    <w:rPr>
      <w:b/>
      <w:sz w:val="24"/>
    </w:rPr>
  </w:style>
  <w:style w:type="character" w:customStyle="1" w:styleId="TitleChar">
    <w:name w:val="Title Char"/>
    <w:basedOn w:val="DefaultParagraphFont"/>
    <w:link w:val="Title"/>
    <w:uiPriority w:val="99"/>
    <w:locked/>
    <w:rsid w:val="000B7001"/>
    <w:rPr>
      <w:rFonts w:cs="Times New Roman"/>
      <w:b/>
      <w:sz w:val="24"/>
    </w:rPr>
  </w:style>
  <w:style w:type="paragraph" w:customStyle="1" w:styleId="base">
    <w:name w:val="base"/>
    <w:basedOn w:val="Normal"/>
    <w:uiPriority w:val="99"/>
    <w:rsid w:val="003914B9"/>
    <w:pPr>
      <w:spacing w:after="75"/>
      <w:ind w:firstLine="300"/>
      <w:jc w:val="both"/>
    </w:pPr>
    <w:rPr>
      <w:rFonts w:ascii="Arial" w:hAnsi="Arial" w:cs="Arial"/>
      <w:color w:val="000000"/>
      <w:sz w:val="18"/>
      <w:szCs w:val="18"/>
    </w:rPr>
  </w:style>
  <w:style w:type="paragraph" w:styleId="BodyText3">
    <w:name w:val="Body Text 3"/>
    <w:basedOn w:val="Normal"/>
    <w:link w:val="BodyText3Char"/>
    <w:uiPriority w:val="99"/>
    <w:rsid w:val="003914B9"/>
    <w:pPr>
      <w:spacing w:after="120"/>
    </w:pPr>
    <w:rPr>
      <w:sz w:val="16"/>
      <w:szCs w:val="16"/>
    </w:rPr>
  </w:style>
  <w:style w:type="character" w:customStyle="1" w:styleId="BodyText3Char">
    <w:name w:val="Body Text 3 Char"/>
    <w:basedOn w:val="DefaultParagraphFont"/>
    <w:link w:val="BodyText3"/>
    <w:uiPriority w:val="99"/>
    <w:locked/>
    <w:rsid w:val="003914B9"/>
    <w:rPr>
      <w:rFonts w:cs="Times New Roman"/>
      <w:sz w:val="16"/>
      <w:szCs w:val="16"/>
    </w:rPr>
  </w:style>
  <w:style w:type="character" w:styleId="Emphasis">
    <w:name w:val="Emphasis"/>
    <w:basedOn w:val="DefaultParagraphFont"/>
    <w:uiPriority w:val="99"/>
    <w:qFormat/>
    <w:rsid w:val="000B3657"/>
    <w:rPr>
      <w:rFonts w:cs="Times New Roman"/>
      <w:i/>
      <w:iCs/>
    </w:rPr>
  </w:style>
  <w:style w:type="table" w:styleId="ColorfulList-Accent2">
    <w:name w:val="Colorful List Accent 2"/>
    <w:basedOn w:val="TableNormal"/>
    <w:uiPriority w:val="99"/>
    <w:rsid w:val="00CA38D9"/>
    <w:pPr>
      <w:jc w:val="both"/>
    </w:pPr>
    <w:rPr>
      <w:color w:val="000000"/>
      <w:sz w:val="28"/>
      <w:lang w:eastAsia="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character" w:customStyle="1" w:styleId="A3">
    <w:name w:val="A3"/>
    <w:uiPriority w:val="99"/>
    <w:rsid w:val="00FF6E12"/>
    <w:rPr>
      <w:color w:val="221E1F"/>
      <w:sz w:val="17"/>
    </w:rPr>
  </w:style>
  <w:style w:type="character" w:customStyle="1" w:styleId="ListParagraphChar">
    <w:name w:val="List Paragraph Char"/>
    <w:aliases w:val="ТЗ список Char"/>
    <w:link w:val="ListParagraph"/>
    <w:uiPriority w:val="99"/>
    <w:locked/>
    <w:rsid w:val="00BA4CD3"/>
    <w:rPr>
      <w:sz w:val="24"/>
    </w:rPr>
  </w:style>
  <w:style w:type="character" w:styleId="FollowedHyperlink">
    <w:name w:val="FollowedHyperlink"/>
    <w:basedOn w:val="DefaultParagraphFont"/>
    <w:uiPriority w:val="99"/>
    <w:semiHidden/>
    <w:rsid w:val="00CF0828"/>
    <w:rPr>
      <w:rFonts w:cs="Times New Roman"/>
      <w:color w:val="800080"/>
      <w:u w:val="single"/>
    </w:rPr>
  </w:style>
  <w:style w:type="paragraph" w:styleId="BodyTextIndent3">
    <w:name w:val="Body Text Indent 3"/>
    <w:basedOn w:val="Normal"/>
    <w:link w:val="BodyTextIndent3Char"/>
    <w:uiPriority w:val="99"/>
    <w:rsid w:val="007A438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A4384"/>
    <w:rPr>
      <w:rFonts w:cs="Times New Roman"/>
      <w:sz w:val="16"/>
      <w:szCs w:val="16"/>
    </w:rPr>
  </w:style>
  <w:style w:type="paragraph" w:customStyle="1" w:styleId="Default">
    <w:name w:val="Default"/>
    <w:uiPriority w:val="99"/>
    <w:rsid w:val="00F0167C"/>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683161102">
      <w:marLeft w:val="0"/>
      <w:marRight w:val="0"/>
      <w:marTop w:val="0"/>
      <w:marBottom w:val="0"/>
      <w:divBdr>
        <w:top w:val="none" w:sz="0" w:space="0" w:color="auto"/>
        <w:left w:val="none" w:sz="0" w:space="0" w:color="auto"/>
        <w:bottom w:val="none" w:sz="0" w:space="0" w:color="auto"/>
        <w:right w:val="none" w:sz="0" w:space="0" w:color="auto"/>
      </w:divBdr>
    </w:div>
    <w:div w:id="1683161103">
      <w:marLeft w:val="0"/>
      <w:marRight w:val="0"/>
      <w:marTop w:val="0"/>
      <w:marBottom w:val="0"/>
      <w:divBdr>
        <w:top w:val="none" w:sz="0" w:space="0" w:color="auto"/>
        <w:left w:val="none" w:sz="0" w:space="0" w:color="auto"/>
        <w:bottom w:val="none" w:sz="0" w:space="0" w:color="auto"/>
        <w:right w:val="none" w:sz="0" w:space="0" w:color="auto"/>
      </w:divBdr>
    </w:div>
    <w:div w:id="1683161104">
      <w:marLeft w:val="0"/>
      <w:marRight w:val="0"/>
      <w:marTop w:val="0"/>
      <w:marBottom w:val="0"/>
      <w:divBdr>
        <w:top w:val="none" w:sz="0" w:space="0" w:color="auto"/>
        <w:left w:val="none" w:sz="0" w:space="0" w:color="auto"/>
        <w:bottom w:val="none" w:sz="0" w:space="0" w:color="auto"/>
        <w:right w:val="none" w:sz="0" w:space="0" w:color="auto"/>
      </w:divBdr>
    </w:div>
    <w:div w:id="1683161105">
      <w:marLeft w:val="0"/>
      <w:marRight w:val="0"/>
      <w:marTop w:val="0"/>
      <w:marBottom w:val="0"/>
      <w:divBdr>
        <w:top w:val="none" w:sz="0" w:space="0" w:color="auto"/>
        <w:left w:val="none" w:sz="0" w:space="0" w:color="auto"/>
        <w:bottom w:val="none" w:sz="0" w:space="0" w:color="auto"/>
        <w:right w:val="none" w:sz="0" w:space="0" w:color="auto"/>
      </w:divBdr>
    </w:div>
    <w:div w:id="1683161106">
      <w:marLeft w:val="0"/>
      <w:marRight w:val="0"/>
      <w:marTop w:val="0"/>
      <w:marBottom w:val="0"/>
      <w:divBdr>
        <w:top w:val="none" w:sz="0" w:space="0" w:color="auto"/>
        <w:left w:val="none" w:sz="0" w:space="0" w:color="auto"/>
        <w:bottom w:val="none" w:sz="0" w:space="0" w:color="auto"/>
        <w:right w:val="none" w:sz="0" w:space="0" w:color="auto"/>
      </w:divBdr>
    </w:div>
    <w:div w:id="1683161107">
      <w:marLeft w:val="0"/>
      <w:marRight w:val="0"/>
      <w:marTop w:val="0"/>
      <w:marBottom w:val="0"/>
      <w:divBdr>
        <w:top w:val="none" w:sz="0" w:space="0" w:color="auto"/>
        <w:left w:val="none" w:sz="0" w:space="0" w:color="auto"/>
        <w:bottom w:val="none" w:sz="0" w:space="0" w:color="auto"/>
        <w:right w:val="none" w:sz="0" w:space="0" w:color="auto"/>
      </w:divBdr>
    </w:div>
    <w:div w:id="1683161108">
      <w:marLeft w:val="0"/>
      <w:marRight w:val="0"/>
      <w:marTop w:val="0"/>
      <w:marBottom w:val="0"/>
      <w:divBdr>
        <w:top w:val="none" w:sz="0" w:space="0" w:color="auto"/>
        <w:left w:val="none" w:sz="0" w:space="0" w:color="auto"/>
        <w:bottom w:val="none" w:sz="0" w:space="0" w:color="auto"/>
        <w:right w:val="none" w:sz="0" w:space="0" w:color="auto"/>
      </w:divBdr>
    </w:div>
    <w:div w:id="1683161109">
      <w:marLeft w:val="0"/>
      <w:marRight w:val="0"/>
      <w:marTop w:val="0"/>
      <w:marBottom w:val="0"/>
      <w:divBdr>
        <w:top w:val="none" w:sz="0" w:space="0" w:color="auto"/>
        <w:left w:val="none" w:sz="0" w:space="0" w:color="auto"/>
        <w:bottom w:val="none" w:sz="0" w:space="0" w:color="auto"/>
        <w:right w:val="none" w:sz="0" w:space="0" w:color="auto"/>
      </w:divBdr>
    </w:div>
    <w:div w:id="1683161110">
      <w:marLeft w:val="0"/>
      <w:marRight w:val="0"/>
      <w:marTop w:val="0"/>
      <w:marBottom w:val="0"/>
      <w:divBdr>
        <w:top w:val="none" w:sz="0" w:space="0" w:color="auto"/>
        <w:left w:val="none" w:sz="0" w:space="0" w:color="auto"/>
        <w:bottom w:val="none" w:sz="0" w:space="0" w:color="auto"/>
        <w:right w:val="none" w:sz="0" w:space="0" w:color="auto"/>
      </w:divBdr>
    </w:div>
    <w:div w:id="1683161111">
      <w:marLeft w:val="0"/>
      <w:marRight w:val="0"/>
      <w:marTop w:val="0"/>
      <w:marBottom w:val="0"/>
      <w:divBdr>
        <w:top w:val="none" w:sz="0" w:space="0" w:color="auto"/>
        <w:left w:val="none" w:sz="0" w:space="0" w:color="auto"/>
        <w:bottom w:val="none" w:sz="0" w:space="0" w:color="auto"/>
        <w:right w:val="none" w:sz="0" w:space="0" w:color="auto"/>
      </w:divBdr>
    </w:div>
    <w:div w:id="1683161112">
      <w:marLeft w:val="0"/>
      <w:marRight w:val="0"/>
      <w:marTop w:val="0"/>
      <w:marBottom w:val="0"/>
      <w:divBdr>
        <w:top w:val="none" w:sz="0" w:space="0" w:color="auto"/>
        <w:left w:val="none" w:sz="0" w:space="0" w:color="auto"/>
        <w:bottom w:val="none" w:sz="0" w:space="0" w:color="auto"/>
        <w:right w:val="none" w:sz="0" w:space="0" w:color="auto"/>
      </w:divBdr>
    </w:div>
    <w:div w:id="1683161113">
      <w:marLeft w:val="0"/>
      <w:marRight w:val="0"/>
      <w:marTop w:val="0"/>
      <w:marBottom w:val="0"/>
      <w:divBdr>
        <w:top w:val="none" w:sz="0" w:space="0" w:color="auto"/>
        <w:left w:val="none" w:sz="0" w:space="0" w:color="auto"/>
        <w:bottom w:val="none" w:sz="0" w:space="0" w:color="auto"/>
        <w:right w:val="none" w:sz="0" w:space="0" w:color="auto"/>
      </w:divBdr>
    </w:div>
    <w:div w:id="1683161114">
      <w:marLeft w:val="0"/>
      <w:marRight w:val="0"/>
      <w:marTop w:val="0"/>
      <w:marBottom w:val="0"/>
      <w:divBdr>
        <w:top w:val="none" w:sz="0" w:space="0" w:color="auto"/>
        <w:left w:val="none" w:sz="0" w:space="0" w:color="auto"/>
        <w:bottom w:val="none" w:sz="0" w:space="0" w:color="auto"/>
        <w:right w:val="none" w:sz="0" w:space="0" w:color="auto"/>
      </w:divBdr>
    </w:div>
    <w:div w:id="1683161115">
      <w:marLeft w:val="0"/>
      <w:marRight w:val="0"/>
      <w:marTop w:val="0"/>
      <w:marBottom w:val="0"/>
      <w:divBdr>
        <w:top w:val="none" w:sz="0" w:space="0" w:color="auto"/>
        <w:left w:val="none" w:sz="0" w:space="0" w:color="auto"/>
        <w:bottom w:val="none" w:sz="0" w:space="0" w:color="auto"/>
        <w:right w:val="none" w:sz="0" w:space="0" w:color="auto"/>
      </w:divBdr>
    </w:div>
    <w:div w:id="1683161116">
      <w:marLeft w:val="0"/>
      <w:marRight w:val="0"/>
      <w:marTop w:val="0"/>
      <w:marBottom w:val="0"/>
      <w:divBdr>
        <w:top w:val="none" w:sz="0" w:space="0" w:color="auto"/>
        <w:left w:val="none" w:sz="0" w:space="0" w:color="auto"/>
        <w:bottom w:val="none" w:sz="0" w:space="0" w:color="auto"/>
        <w:right w:val="none" w:sz="0" w:space="0" w:color="auto"/>
      </w:divBdr>
    </w:div>
    <w:div w:id="1683161117">
      <w:marLeft w:val="0"/>
      <w:marRight w:val="0"/>
      <w:marTop w:val="0"/>
      <w:marBottom w:val="0"/>
      <w:divBdr>
        <w:top w:val="none" w:sz="0" w:space="0" w:color="auto"/>
        <w:left w:val="none" w:sz="0" w:space="0" w:color="auto"/>
        <w:bottom w:val="none" w:sz="0" w:space="0" w:color="auto"/>
        <w:right w:val="none" w:sz="0" w:space="0" w:color="auto"/>
      </w:divBdr>
    </w:div>
    <w:div w:id="1683161118">
      <w:marLeft w:val="0"/>
      <w:marRight w:val="0"/>
      <w:marTop w:val="0"/>
      <w:marBottom w:val="0"/>
      <w:divBdr>
        <w:top w:val="none" w:sz="0" w:space="0" w:color="auto"/>
        <w:left w:val="none" w:sz="0" w:space="0" w:color="auto"/>
        <w:bottom w:val="none" w:sz="0" w:space="0" w:color="auto"/>
        <w:right w:val="none" w:sz="0" w:space="0" w:color="auto"/>
      </w:divBdr>
    </w:div>
    <w:div w:id="1683161119">
      <w:marLeft w:val="0"/>
      <w:marRight w:val="0"/>
      <w:marTop w:val="0"/>
      <w:marBottom w:val="0"/>
      <w:divBdr>
        <w:top w:val="none" w:sz="0" w:space="0" w:color="auto"/>
        <w:left w:val="none" w:sz="0" w:space="0" w:color="auto"/>
        <w:bottom w:val="none" w:sz="0" w:space="0" w:color="auto"/>
        <w:right w:val="none" w:sz="0" w:space="0" w:color="auto"/>
      </w:divBdr>
    </w:div>
    <w:div w:id="1683161120">
      <w:marLeft w:val="0"/>
      <w:marRight w:val="0"/>
      <w:marTop w:val="0"/>
      <w:marBottom w:val="0"/>
      <w:divBdr>
        <w:top w:val="none" w:sz="0" w:space="0" w:color="auto"/>
        <w:left w:val="none" w:sz="0" w:space="0" w:color="auto"/>
        <w:bottom w:val="none" w:sz="0" w:space="0" w:color="auto"/>
        <w:right w:val="none" w:sz="0" w:space="0" w:color="auto"/>
      </w:divBdr>
    </w:div>
    <w:div w:id="1683161121">
      <w:marLeft w:val="0"/>
      <w:marRight w:val="0"/>
      <w:marTop w:val="0"/>
      <w:marBottom w:val="0"/>
      <w:divBdr>
        <w:top w:val="none" w:sz="0" w:space="0" w:color="auto"/>
        <w:left w:val="none" w:sz="0" w:space="0" w:color="auto"/>
        <w:bottom w:val="none" w:sz="0" w:space="0" w:color="auto"/>
        <w:right w:val="none" w:sz="0" w:space="0" w:color="auto"/>
      </w:divBdr>
    </w:div>
    <w:div w:id="1683161122">
      <w:marLeft w:val="0"/>
      <w:marRight w:val="0"/>
      <w:marTop w:val="0"/>
      <w:marBottom w:val="0"/>
      <w:divBdr>
        <w:top w:val="none" w:sz="0" w:space="0" w:color="auto"/>
        <w:left w:val="none" w:sz="0" w:space="0" w:color="auto"/>
        <w:bottom w:val="none" w:sz="0" w:space="0" w:color="auto"/>
        <w:right w:val="none" w:sz="0" w:space="0" w:color="auto"/>
      </w:divBdr>
    </w:div>
    <w:div w:id="1683161123">
      <w:marLeft w:val="0"/>
      <w:marRight w:val="0"/>
      <w:marTop w:val="0"/>
      <w:marBottom w:val="0"/>
      <w:divBdr>
        <w:top w:val="none" w:sz="0" w:space="0" w:color="auto"/>
        <w:left w:val="none" w:sz="0" w:space="0" w:color="auto"/>
        <w:bottom w:val="none" w:sz="0" w:space="0" w:color="auto"/>
        <w:right w:val="none" w:sz="0" w:space="0" w:color="auto"/>
      </w:divBdr>
    </w:div>
    <w:div w:id="1683161124">
      <w:marLeft w:val="0"/>
      <w:marRight w:val="0"/>
      <w:marTop w:val="0"/>
      <w:marBottom w:val="0"/>
      <w:divBdr>
        <w:top w:val="none" w:sz="0" w:space="0" w:color="auto"/>
        <w:left w:val="none" w:sz="0" w:space="0" w:color="auto"/>
        <w:bottom w:val="none" w:sz="0" w:space="0" w:color="auto"/>
        <w:right w:val="none" w:sz="0" w:space="0" w:color="auto"/>
      </w:divBdr>
    </w:div>
    <w:div w:id="1683161125">
      <w:marLeft w:val="0"/>
      <w:marRight w:val="0"/>
      <w:marTop w:val="0"/>
      <w:marBottom w:val="0"/>
      <w:divBdr>
        <w:top w:val="none" w:sz="0" w:space="0" w:color="auto"/>
        <w:left w:val="none" w:sz="0" w:space="0" w:color="auto"/>
        <w:bottom w:val="none" w:sz="0" w:space="0" w:color="auto"/>
        <w:right w:val="none" w:sz="0" w:space="0" w:color="auto"/>
      </w:divBdr>
    </w:div>
    <w:div w:id="1683161126">
      <w:marLeft w:val="0"/>
      <w:marRight w:val="0"/>
      <w:marTop w:val="0"/>
      <w:marBottom w:val="0"/>
      <w:divBdr>
        <w:top w:val="none" w:sz="0" w:space="0" w:color="auto"/>
        <w:left w:val="none" w:sz="0" w:space="0" w:color="auto"/>
        <w:bottom w:val="none" w:sz="0" w:space="0" w:color="auto"/>
        <w:right w:val="none" w:sz="0" w:space="0" w:color="auto"/>
      </w:divBdr>
    </w:div>
    <w:div w:id="1683161127">
      <w:marLeft w:val="0"/>
      <w:marRight w:val="0"/>
      <w:marTop w:val="0"/>
      <w:marBottom w:val="0"/>
      <w:divBdr>
        <w:top w:val="none" w:sz="0" w:space="0" w:color="auto"/>
        <w:left w:val="none" w:sz="0" w:space="0" w:color="auto"/>
        <w:bottom w:val="none" w:sz="0" w:space="0" w:color="auto"/>
        <w:right w:val="none" w:sz="0" w:space="0" w:color="auto"/>
      </w:divBdr>
    </w:div>
    <w:div w:id="1683161128">
      <w:marLeft w:val="0"/>
      <w:marRight w:val="0"/>
      <w:marTop w:val="0"/>
      <w:marBottom w:val="0"/>
      <w:divBdr>
        <w:top w:val="none" w:sz="0" w:space="0" w:color="auto"/>
        <w:left w:val="none" w:sz="0" w:space="0" w:color="auto"/>
        <w:bottom w:val="none" w:sz="0" w:space="0" w:color="auto"/>
        <w:right w:val="none" w:sz="0" w:space="0" w:color="auto"/>
      </w:divBdr>
    </w:div>
    <w:div w:id="1683161129">
      <w:marLeft w:val="0"/>
      <w:marRight w:val="0"/>
      <w:marTop w:val="0"/>
      <w:marBottom w:val="0"/>
      <w:divBdr>
        <w:top w:val="none" w:sz="0" w:space="0" w:color="auto"/>
        <w:left w:val="none" w:sz="0" w:space="0" w:color="auto"/>
        <w:bottom w:val="none" w:sz="0" w:space="0" w:color="auto"/>
        <w:right w:val="none" w:sz="0" w:space="0" w:color="auto"/>
      </w:divBdr>
    </w:div>
    <w:div w:id="1683161130">
      <w:marLeft w:val="0"/>
      <w:marRight w:val="0"/>
      <w:marTop w:val="0"/>
      <w:marBottom w:val="0"/>
      <w:divBdr>
        <w:top w:val="none" w:sz="0" w:space="0" w:color="auto"/>
        <w:left w:val="none" w:sz="0" w:space="0" w:color="auto"/>
        <w:bottom w:val="none" w:sz="0" w:space="0" w:color="auto"/>
        <w:right w:val="none" w:sz="0" w:space="0" w:color="auto"/>
      </w:divBdr>
    </w:div>
    <w:div w:id="1683161131">
      <w:marLeft w:val="0"/>
      <w:marRight w:val="0"/>
      <w:marTop w:val="0"/>
      <w:marBottom w:val="0"/>
      <w:divBdr>
        <w:top w:val="none" w:sz="0" w:space="0" w:color="auto"/>
        <w:left w:val="none" w:sz="0" w:space="0" w:color="auto"/>
        <w:bottom w:val="none" w:sz="0" w:space="0" w:color="auto"/>
        <w:right w:val="none" w:sz="0" w:space="0" w:color="auto"/>
      </w:divBdr>
    </w:div>
    <w:div w:id="1683161132">
      <w:marLeft w:val="0"/>
      <w:marRight w:val="0"/>
      <w:marTop w:val="0"/>
      <w:marBottom w:val="0"/>
      <w:divBdr>
        <w:top w:val="none" w:sz="0" w:space="0" w:color="auto"/>
        <w:left w:val="none" w:sz="0" w:space="0" w:color="auto"/>
        <w:bottom w:val="none" w:sz="0" w:space="0" w:color="auto"/>
        <w:right w:val="none" w:sz="0" w:space="0" w:color="auto"/>
      </w:divBdr>
    </w:div>
    <w:div w:id="1683161133">
      <w:marLeft w:val="0"/>
      <w:marRight w:val="0"/>
      <w:marTop w:val="0"/>
      <w:marBottom w:val="0"/>
      <w:divBdr>
        <w:top w:val="none" w:sz="0" w:space="0" w:color="auto"/>
        <w:left w:val="none" w:sz="0" w:space="0" w:color="auto"/>
        <w:bottom w:val="none" w:sz="0" w:space="0" w:color="auto"/>
        <w:right w:val="none" w:sz="0" w:space="0" w:color="auto"/>
      </w:divBdr>
    </w:div>
    <w:div w:id="1683161134">
      <w:marLeft w:val="0"/>
      <w:marRight w:val="0"/>
      <w:marTop w:val="0"/>
      <w:marBottom w:val="0"/>
      <w:divBdr>
        <w:top w:val="none" w:sz="0" w:space="0" w:color="auto"/>
        <w:left w:val="none" w:sz="0" w:space="0" w:color="auto"/>
        <w:bottom w:val="none" w:sz="0" w:space="0" w:color="auto"/>
        <w:right w:val="none" w:sz="0" w:space="0" w:color="auto"/>
      </w:divBdr>
    </w:div>
    <w:div w:id="1683161135">
      <w:marLeft w:val="0"/>
      <w:marRight w:val="0"/>
      <w:marTop w:val="0"/>
      <w:marBottom w:val="0"/>
      <w:divBdr>
        <w:top w:val="none" w:sz="0" w:space="0" w:color="auto"/>
        <w:left w:val="none" w:sz="0" w:space="0" w:color="auto"/>
        <w:bottom w:val="none" w:sz="0" w:space="0" w:color="auto"/>
        <w:right w:val="none" w:sz="0" w:space="0" w:color="auto"/>
      </w:divBdr>
    </w:div>
    <w:div w:id="1683161136">
      <w:marLeft w:val="0"/>
      <w:marRight w:val="0"/>
      <w:marTop w:val="0"/>
      <w:marBottom w:val="0"/>
      <w:divBdr>
        <w:top w:val="none" w:sz="0" w:space="0" w:color="auto"/>
        <w:left w:val="none" w:sz="0" w:space="0" w:color="auto"/>
        <w:bottom w:val="none" w:sz="0" w:space="0" w:color="auto"/>
        <w:right w:val="none" w:sz="0" w:space="0" w:color="auto"/>
      </w:divBdr>
    </w:div>
    <w:div w:id="1683161137">
      <w:marLeft w:val="0"/>
      <w:marRight w:val="0"/>
      <w:marTop w:val="0"/>
      <w:marBottom w:val="0"/>
      <w:divBdr>
        <w:top w:val="none" w:sz="0" w:space="0" w:color="auto"/>
        <w:left w:val="none" w:sz="0" w:space="0" w:color="auto"/>
        <w:bottom w:val="none" w:sz="0" w:space="0" w:color="auto"/>
        <w:right w:val="none" w:sz="0" w:space="0" w:color="auto"/>
      </w:divBdr>
    </w:div>
    <w:div w:id="1683161138">
      <w:marLeft w:val="0"/>
      <w:marRight w:val="0"/>
      <w:marTop w:val="0"/>
      <w:marBottom w:val="0"/>
      <w:divBdr>
        <w:top w:val="none" w:sz="0" w:space="0" w:color="auto"/>
        <w:left w:val="none" w:sz="0" w:space="0" w:color="auto"/>
        <w:bottom w:val="none" w:sz="0" w:space="0" w:color="auto"/>
        <w:right w:val="none" w:sz="0" w:space="0" w:color="auto"/>
      </w:divBdr>
    </w:div>
    <w:div w:id="1683161139">
      <w:marLeft w:val="0"/>
      <w:marRight w:val="0"/>
      <w:marTop w:val="0"/>
      <w:marBottom w:val="0"/>
      <w:divBdr>
        <w:top w:val="none" w:sz="0" w:space="0" w:color="auto"/>
        <w:left w:val="none" w:sz="0" w:space="0" w:color="auto"/>
        <w:bottom w:val="none" w:sz="0" w:space="0" w:color="auto"/>
        <w:right w:val="none" w:sz="0" w:space="0" w:color="auto"/>
      </w:divBdr>
    </w:div>
    <w:div w:id="1683161140">
      <w:marLeft w:val="0"/>
      <w:marRight w:val="0"/>
      <w:marTop w:val="0"/>
      <w:marBottom w:val="0"/>
      <w:divBdr>
        <w:top w:val="none" w:sz="0" w:space="0" w:color="auto"/>
        <w:left w:val="none" w:sz="0" w:space="0" w:color="auto"/>
        <w:bottom w:val="none" w:sz="0" w:space="0" w:color="auto"/>
        <w:right w:val="none" w:sz="0" w:space="0" w:color="auto"/>
      </w:divBdr>
    </w:div>
    <w:div w:id="1683161141">
      <w:marLeft w:val="0"/>
      <w:marRight w:val="0"/>
      <w:marTop w:val="0"/>
      <w:marBottom w:val="0"/>
      <w:divBdr>
        <w:top w:val="none" w:sz="0" w:space="0" w:color="auto"/>
        <w:left w:val="none" w:sz="0" w:space="0" w:color="auto"/>
        <w:bottom w:val="none" w:sz="0" w:space="0" w:color="auto"/>
        <w:right w:val="none" w:sz="0" w:space="0" w:color="auto"/>
      </w:divBdr>
    </w:div>
    <w:div w:id="1683161142">
      <w:marLeft w:val="0"/>
      <w:marRight w:val="0"/>
      <w:marTop w:val="0"/>
      <w:marBottom w:val="0"/>
      <w:divBdr>
        <w:top w:val="none" w:sz="0" w:space="0" w:color="auto"/>
        <w:left w:val="none" w:sz="0" w:space="0" w:color="auto"/>
        <w:bottom w:val="none" w:sz="0" w:space="0" w:color="auto"/>
        <w:right w:val="none" w:sz="0" w:space="0" w:color="auto"/>
      </w:divBdr>
    </w:div>
    <w:div w:id="1683161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6.png@01D55398.1A1F22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641</Words>
  <Characters>3655</Characters>
  <Application>Microsoft Office Outlook</Application>
  <DocSecurity>0</DocSecurity>
  <Lines>0</Lines>
  <Paragraphs>0</Paragraphs>
  <ScaleCrop>false</ScaleCrop>
  <Company>ggg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Отдел сводной информации,                                             Начальникам отделов</dc:title>
  <dc:subject/>
  <dc:creator>Benner</dc:creator>
  <cp:keywords/>
  <dc:description/>
  <cp:lastModifiedBy>Admin</cp:lastModifiedBy>
  <cp:revision>10</cp:revision>
  <cp:lastPrinted>2019-10-30T05:59:00Z</cp:lastPrinted>
  <dcterms:created xsi:type="dcterms:W3CDTF">2019-10-30T05:40:00Z</dcterms:created>
  <dcterms:modified xsi:type="dcterms:W3CDTF">2005-12-31T21:52:00Z</dcterms:modified>
</cp:coreProperties>
</file>